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0DC92" w14:textId="77777777" w:rsidR="003133DE" w:rsidRPr="00B86104" w:rsidRDefault="0000560C" w:rsidP="0000560C">
      <w:pPr>
        <w:pStyle w:val="Heading1"/>
        <w:tabs>
          <w:tab w:val="left" w:pos="5490"/>
          <w:tab w:val="right" w:pos="9900"/>
        </w:tabs>
        <w:jc w:val="center"/>
        <w:rPr>
          <w:rFonts w:ascii="Trebuchet MS" w:hAnsi="Trebuchet MS"/>
          <w:color w:val="244061"/>
          <w:sz w:val="36"/>
          <w:u w:val="single"/>
        </w:rPr>
      </w:pPr>
      <w:bookmarkStart w:id="0" w:name="_GoBack"/>
      <w:bookmarkEnd w:id="0"/>
      <w:r w:rsidRPr="00B86104">
        <w:rPr>
          <w:rFonts w:ascii="Trebuchet MS" w:hAnsi="Trebuchet MS"/>
          <w:color w:val="244061"/>
          <w:sz w:val="36"/>
          <w:u w:val="single"/>
        </w:rPr>
        <w:t>Daily Food Diary for Tuesday, February 24</w:t>
      </w:r>
    </w:p>
    <w:tbl>
      <w:tblPr>
        <w:tblW w:w="5028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5E0" w:firstRow="1" w:lastRow="1" w:firstColumn="1" w:lastColumn="1" w:noHBand="0" w:noVBand="1"/>
      </w:tblPr>
      <w:tblGrid>
        <w:gridCol w:w="1808"/>
        <w:gridCol w:w="9052"/>
      </w:tblGrid>
      <w:tr w:rsidR="00B86104" w:rsidRPr="0000560C" w14:paraId="43A11BBF" w14:textId="77777777" w:rsidTr="00B86104">
        <w:trPr>
          <w:trHeight w:val="439"/>
        </w:trPr>
        <w:tc>
          <w:tcPr>
            <w:tcW w:w="1808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14:paraId="709AA4C7" w14:textId="77777777" w:rsidR="003133DE" w:rsidRPr="00B86104" w:rsidRDefault="0000560C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Group</w:t>
            </w:r>
          </w:p>
        </w:tc>
        <w:tc>
          <w:tcPr>
            <w:tcW w:w="9062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14:paraId="77B05B07" w14:textId="77777777" w:rsidR="003133DE" w:rsidRPr="00B86104" w:rsidRDefault="0000560C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Name and Amount</w:t>
            </w:r>
          </w:p>
        </w:tc>
      </w:tr>
      <w:tr w:rsidR="00B86104" w:rsidRPr="00B86104" w14:paraId="46B36839" w14:textId="77777777" w:rsidTr="00B86104">
        <w:trPr>
          <w:trHeight w:val="255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6B24023" w14:textId="77777777" w:rsidR="003133DE" w:rsidRPr="00B86104" w:rsidRDefault="0000560C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Breakfast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4F5338B5" w14:textId="77777777" w:rsidR="003133DE" w:rsidRPr="00B86104" w:rsidRDefault="003133DE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13BB30E2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BB21ED5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B55C033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F607EEF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F4F051A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583765B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proofErr w:type="spellStart"/>
            <w:r w:rsidRPr="00B86104">
              <w:rPr>
                <w:rFonts w:ascii="Cambria" w:hAnsi="Cambria"/>
                <w:color w:val="000000"/>
              </w:rPr>
              <w:t>Potatos</w:t>
            </w:r>
            <w:proofErr w:type="spellEnd"/>
            <w:r w:rsidRPr="00B86104">
              <w:rPr>
                <w:rFonts w:ascii="Cambria" w:hAnsi="Cambria"/>
                <w:color w:val="000000"/>
              </w:rPr>
              <w:t>, Spinach, brinjals</w:t>
            </w:r>
          </w:p>
        </w:tc>
      </w:tr>
      <w:tr w:rsidR="00B86104" w:rsidRPr="0000560C" w14:paraId="000A437F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33F29D06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D7EAEF1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Apple, banana, apricot, oranges</w:t>
            </w:r>
          </w:p>
        </w:tc>
      </w:tr>
      <w:tr w:rsidR="00B86104" w:rsidRPr="0000560C" w14:paraId="0CBF8BCB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4CC2100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461AC9E1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Yogurt, butter</w:t>
            </w:r>
          </w:p>
        </w:tc>
      </w:tr>
      <w:tr w:rsidR="00B86104" w:rsidRPr="0000560C" w14:paraId="749DAF4A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B629010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F3D7AD1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Eggs, fish</w:t>
            </w:r>
          </w:p>
        </w:tc>
      </w:tr>
      <w:tr w:rsidR="00B86104" w:rsidRPr="0000560C" w14:paraId="041BC655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05AA464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10616992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F6C8DDA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38945883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E1464D2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1B3C08C" w14:textId="77777777" w:rsidTr="00B86104">
        <w:trPr>
          <w:trHeight w:val="535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28ABB8F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F4A5535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194BDF6D" w14:textId="77777777" w:rsidTr="00B86104">
        <w:trPr>
          <w:trHeight w:val="255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47EEA316" w14:textId="77777777" w:rsidR="003133DE" w:rsidRPr="00B86104" w:rsidRDefault="0000560C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8F34FDF" w14:textId="77777777" w:rsidR="003133DE" w:rsidRPr="00B86104" w:rsidRDefault="003133DE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7BCB40C1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EC72208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87140AF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D778A0E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3F801B62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30A74E67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3F83E82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DF7FD40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DBB42A2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718733DE" w14:textId="77777777" w:rsidTr="00B86104">
        <w:trPr>
          <w:trHeight w:val="255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3582CC3B" w14:textId="77777777" w:rsidR="003133DE" w:rsidRPr="00B86104" w:rsidRDefault="0000560C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Lunch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5E1C674" w14:textId="77777777" w:rsidR="003133DE" w:rsidRPr="00B86104" w:rsidRDefault="003133DE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2620CA1B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ADDC2DB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58894B76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08F90A0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52F63849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4ADA377D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6EA9DDD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EAC1847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B2C2093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5FA4928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51B707DE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5B5AEA8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E956F40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7DD5738C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0BEB0E8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09662DA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35D9C238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DFCA6C2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BB424E0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45B2123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3712EA52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CCF9DCB" w14:textId="77777777" w:rsidTr="00B86104">
        <w:trPr>
          <w:trHeight w:val="535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78F7A473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4F6CD260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1C1F53A1" w14:textId="77777777" w:rsidTr="00B86104">
        <w:trPr>
          <w:trHeight w:val="255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3E54451" w14:textId="77777777" w:rsidR="003133DE" w:rsidRPr="00B86104" w:rsidRDefault="0000560C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D7AD3E1" w14:textId="77777777" w:rsidR="003133DE" w:rsidRPr="00B86104" w:rsidRDefault="003133DE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7F960FD6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78D808BF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12D48F9C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49D269B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3AEA7F7A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5129332D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8AF5B9C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BDED94F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F436CBC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3BECD1D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5A5A5E7D" w14:textId="77777777" w:rsidR="003133DE" w:rsidRPr="00B86104" w:rsidRDefault="0000560C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Dinner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57E7D40D" w14:textId="77777777" w:rsidR="003133DE" w:rsidRPr="00B86104" w:rsidRDefault="003133DE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3AD16529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79CFBBEE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316996F8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34C2F69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E22B129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3F32E82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9E5C446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CC37E21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12CA6733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5EA0603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7EA7ACD5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19E6DE1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53E99E8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DF5808C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E516FE5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C9EE714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DA31A8C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153E285B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2095365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4713B0B3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596E92F9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490BC3D" w14:textId="77777777" w:rsidTr="00B86104">
        <w:trPr>
          <w:trHeight w:val="535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3AD1039D" w14:textId="77777777" w:rsidR="003133DE" w:rsidRPr="00B86104" w:rsidRDefault="0000560C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F84612B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6C6765CC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F922F54" w14:textId="77777777" w:rsidR="003133DE" w:rsidRPr="00B86104" w:rsidRDefault="0000560C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62E61B5" w14:textId="77777777" w:rsidR="003133DE" w:rsidRPr="00B86104" w:rsidRDefault="003133DE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4236B613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55B9257D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3AE01948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F52D8AC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47F3C55A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DE6EE5A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8126D04" w14:textId="77777777" w:rsidTr="00B86104">
        <w:trPr>
          <w:trHeight w:val="319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4F2091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single" w:sz="8" w:space="0" w:color="4BACC6"/>
              <w:left w:val="nil"/>
              <w:bottom w:val="nil"/>
              <w:right w:val="nil"/>
            </w:tcBorders>
            <w:shd w:val="clear" w:color="auto" w:fill="FFFFFF"/>
          </w:tcPr>
          <w:p w14:paraId="4EA12B99" w14:textId="77777777" w:rsidR="003133DE" w:rsidRPr="00B86104" w:rsidRDefault="003133DE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</w:tbl>
    <w:p w14:paraId="15ED0387" w14:textId="77777777" w:rsidR="003133DE" w:rsidRDefault="003133DE">
      <w:pPr>
        <w:ind w:left="0"/>
      </w:pPr>
    </w:p>
    <w:p w14:paraId="40AD1A0D" w14:textId="77777777" w:rsidR="0000560C" w:rsidRDefault="00B86104">
      <w:pPr>
        <w:ind w:left="0"/>
      </w:pPr>
      <w:r>
        <w:t>Download more templates at www.dotxls.org</w:t>
      </w:r>
    </w:p>
    <w:p w14:paraId="4BCD2D8D" w14:textId="77777777" w:rsidR="0000560C" w:rsidRDefault="0000560C">
      <w:pPr>
        <w:ind w:left="0"/>
      </w:pPr>
    </w:p>
    <w:p w14:paraId="19596958" w14:textId="77777777" w:rsidR="00B86104" w:rsidRDefault="00B86104">
      <w:pPr>
        <w:ind w:left="0"/>
      </w:pPr>
    </w:p>
    <w:p w14:paraId="162B16C2" w14:textId="77777777" w:rsidR="00B86104" w:rsidRPr="00B86104" w:rsidRDefault="00B86104" w:rsidP="00B86104">
      <w:pPr>
        <w:pStyle w:val="Heading1"/>
        <w:tabs>
          <w:tab w:val="left" w:pos="5490"/>
          <w:tab w:val="right" w:pos="9900"/>
        </w:tabs>
        <w:jc w:val="center"/>
        <w:rPr>
          <w:rFonts w:ascii="Trebuchet MS" w:hAnsi="Trebuchet MS"/>
          <w:color w:val="244061"/>
          <w:sz w:val="36"/>
          <w:u w:val="single"/>
        </w:rPr>
      </w:pPr>
      <w:r w:rsidRPr="00B86104">
        <w:rPr>
          <w:rFonts w:ascii="Trebuchet MS" w:hAnsi="Trebuchet MS"/>
          <w:color w:val="244061"/>
          <w:sz w:val="36"/>
          <w:u w:val="single"/>
        </w:rPr>
        <w:t>Daily Foo</w:t>
      </w:r>
      <w:r>
        <w:rPr>
          <w:rFonts w:ascii="Trebuchet MS" w:hAnsi="Trebuchet MS"/>
          <w:color w:val="244061"/>
          <w:sz w:val="36"/>
          <w:u w:val="single"/>
        </w:rPr>
        <w:t>d Diary for Wednesday, February 25</w:t>
      </w:r>
    </w:p>
    <w:tbl>
      <w:tblPr>
        <w:tblW w:w="5028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5E0" w:firstRow="1" w:lastRow="1" w:firstColumn="1" w:lastColumn="1" w:noHBand="0" w:noVBand="1"/>
      </w:tblPr>
      <w:tblGrid>
        <w:gridCol w:w="1808"/>
        <w:gridCol w:w="9052"/>
      </w:tblGrid>
      <w:tr w:rsidR="00B86104" w:rsidRPr="0000560C" w14:paraId="27834C8F" w14:textId="77777777" w:rsidTr="00B86104">
        <w:trPr>
          <w:trHeight w:val="439"/>
        </w:trPr>
        <w:tc>
          <w:tcPr>
            <w:tcW w:w="1808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14:paraId="0E14D663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Group</w:t>
            </w:r>
          </w:p>
        </w:tc>
        <w:tc>
          <w:tcPr>
            <w:tcW w:w="9062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14:paraId="5071597F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Name and Amount</w:t>
            </w:r>
          </w:p>
        </w:tc>
      </w:tr>
      <w:tr w:rsidR="00B86104" w:rsidRPr="00B86104" w14:paraId="5C98D8F4" w14:textId="77777777" w:rsidTr="00B86104">
        <w:trPr>
          <w:trHeight w:val="255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731CC13E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Breakfast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312E69AD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66D5036B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EC7F0F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773216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9B9B605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4F1170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00C7A3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proofErr w:type="spellStart"/>
            <w:r w:rsidRPr="00B86104">
              <w:rPr>
                <w:rFonts w:ascii="Cambria" w:hAnsi="Cambria"/>
                <w:color w:val="000000"/>
              </w:rPr>
              <w:t>Potatos</w:t>
            </w:r>
            <w:proofErr w:type="spellEnd"/>
            <w:r w:rsidRPr="00B86104">
              <w:rPr>
                <w:rFonts w:ascii="Cambria" w:hAnsi="Cambria"/>
                <w:color w:val="000000"/>
              </w:rPr>
              <w:t>, Spinach, brinjals</w:t>
            </w:r>
          </w:p>
        </w:tc>
      </w:tr>
      <w:tr w:rsidR="00B86104" w:rsidRPr="0000560C" w14:paraId="3DC70340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488CB7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EF1654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Apple, banana, apricot, oranges</w:t>
            </w:r>
          </w:p>
        </w:tc>
      </w:tr>
      <w:tr w:rsidR="00B86104" w:rsidRPr="0000560C" w14:paraId="396C4F5D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6D4796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042455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Yogurt, butter</w:t>
            </w:r>
          </w:p>
        </w:tc>
      </w:tr>
      <w:tr w:rsidR="00B86104" w:rsidRPr="0000560C" w14:paraId="6AAC0686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B2D746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9D6A60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Eggs, fish</w:t>
            </w:r>
          </w:p>
        </w:tc>
      </w:tr>
      <w:tr w:rsidR="00B86104" w:rsidRPr="0000560C" w14:paraId="56CD156C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483346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187EE2B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282674B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4BBA2E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7D6478F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3D5AF78" w14:textId="77777777" w:rsidTr="00B86104">
        <w:trPr>
          <w:trHeight w:val="535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FC1529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689E9A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62BBD8B0" w14:textId="77777777" w:rsidTr="00B86104">
        <w:trPr>
          <w:trHeight w:val="255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7B9557B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C10FCB7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4A150870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5B74BA7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82261F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58AFF61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3F1840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36219F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9B59B20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074269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2F986D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1031B2EB" w14:textId="77777777" w:rsidTr="00B86104">
        <w:trPr>
          <w:trHeight w:val="255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70CF1FE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Lunch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36AC6F2C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12950B43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5DA9A33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4FE801A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DDA4C03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7ADDD2C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AEBA9B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AB22249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AA2DEF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4550755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BDF9EC9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5EDA0D4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E3C56E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5C918E2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CDB530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350CC40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4870B75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4ECC75D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14D2580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13138BB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BCF735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50881F9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9846D06" w14:textId="77777777" w:rsidTr="00B86104">
        <w:trPr>
          <w:trHeight w:val="535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85A12F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297181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4C48AC3F" w14:textId="77777777" w:rsidTr="00B86104">
        <w:trPr>
          <w:trHeight w:val="255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8572EEA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13AF6F2C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11802938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B04CEB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27C316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1E27E56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7CB9F2E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4A9670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5D51BEA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915A0A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DC1FB5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F677A02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B9CC709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Dinner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688C74BE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36BB5E82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6FC0888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484268C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F060A85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4D25797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31B2AF9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599E2B5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5CE56A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27DFF3D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ABDA85C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B9B19A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5834556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FFBE425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8F0BDF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16B59AA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0570CA5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0D6C3E9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CAA67A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FEA7968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268CD86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456C5A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C776D49" w14:textId="77777777" w:rsidTr="00B86104">
        <w:trPr>
          <w:trHeight w:val="535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3140526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0BA678D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49DE5DF0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5CA8496F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3F15FED7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5889139F" w14:textId="77777777" w:rsidTr="00B86104">
        <w:trPr>
          <w:trHeight w:val="287"/>
        </w:trPr>
        <w:tc>
          <w:tcPr>
            <w:tcW w:w="1808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72C6A63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nil"/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49E45B2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C809B71" w14:textId="77777777" w:rsidTr="00B86104">
        <w:trPr>
          <w:trHeight w:val="287"/>
        </w:trPr>
        <w:tc>
          <w:tcPr>
            <w:tcW w:w="1808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14:paraId="1DC2A6A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left w:val="single" w:sz="8" w:space="0" w:color="4BACC6"/>
              <w:bottom w:val="nil"/>
              <w:right w:val="nil"/>
            </w:tcBorders>
            <w:shd w:val="clear" w:color="auto" w:fill="FFFFFF"/>
          </w:tcPr>
          <w:p w14:paraId="4F806A7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2919C08" w14:textId="77777777" w:rsidTr="00B86104">
        <w:trPr>
          <w:trHeight w:val="319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7F37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  <w:tcBorders>
              <w:top w:val="single" w:sz="8" w:space="0" w:color="4BACC6"/>
              <w:left w:val="nil"/>
              <w:bottom w:val="nil"/>
              <w:right w:val="nil"/>
            </w:tcBorders>
            <w:shd w:val="clear" w:color="auto" w:fill="FFFFFF"/>
          </w:tcPr>
          <w:p w14:paraId="43A4565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</w:tbl>
    <w:p w14:paraId="771B9081" w14:textId="77777777" w:rsidR="00B86104" w:rsidRDefault="00B86104" w:rsidP="00B86104">
      <w:pPr>
        <w:ind w:left="0"/>
      </w:pPr>
    </w:p>
    <w:p w14:paraId="7783AE81" w14:textId="77777777" w:rsidR="00B86104" w:rsidRDefault="00B86104" w:rsidP="00B86104">
      <w:pPr>
        <w:ind w:left="0"/>
      </w:pPr>
      <w:r>
        <w:t>Download more templates at www.dotxls.org</w:t>
      </w:r>
    </w:p>
    <w:p w14:paraId="11CA7EA1" w14:textId="77777777" w:rsidR="00B86104" w:rsidRPr="00B86104" w:rsidRDefault="00B86104" w:rsidP="00B86104">
      <w:pPr>
        <w:pStyle w:val="Heading1"/>
        <w:tabs>
          <w:tab w:val="left" w:pos="5490"/>
          <w:tab w:val="right" w:pos="9900"/>
        </w:tabs>
        <w:jc w:val="center"/>
        <w:rPr>
          <w:rFonts w:ascii="Trebuchet MS" w:hAnsi="Trebuchet MS"/>
          <w:color w:val="244061"/>
          <w:sz w:val="36"/>
          <w:u w:val="single"/>
        </w:rPr>
      </w:pPr>
      <w:r w:rsidRPr="00B86104">
        <w:rPr>
          <w:rFonts w:ascii="Trebuchet MS" w:hAnsi="Trebuchet MS"/>
          <w:color w:val="244061"/>
          <w:sz w:val="36"/>
          <w:u w:val="single"/>
        </w:rPr>
        <w:t>Daily Foo</w:t>
      </w:r>
      <w:r>
        <w:rPr>
          <w:rFonts w:ascii="Trebuchet MS" w:hAnsi="Trebuchet MS"/>
          <w:color w:val="244061"/>
          <w:sz w:val="36"/>
          <w:u w:val="single"/>
        </w:rPr>
        <w:t>d Diary for Thursday, February 26</w:t>
      </w:r>
    </w:p>
    <w:tbl>
      <w:tblPr>
        <w:tblW w:w="5028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5E0" w:firstRow="1" w:lastRow="1" w:firstColumn="1" w:lastColumn="1" w:noHBand="0" w:noVBand="1"/>
      </w:tblPr>
      <w:tblGrid>
        <w:gridCol w:w="1808"/>
        <w:gridCol w:w="9032"/>
      </w:tblGrid>
      <w:tr w:rsidR="00B86104" w:rsidRPr="0000560C" w14:paraId="2194A32A" w14:textId="77777777" w:rsidTr="00B86104">
        <w:trPr>
          <w:trHeight w:val="439"/>
        </w:trPr>
        <w:tc>
          <w:tcPr>
            <w:tcW w:w="1808" w:type="dxa"/>
          </w:tcPr>
          <w:p w14:paraId="2068B265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Group</w:t>
            </w:r>
          </w:p>
        </w:tc>
        <w:tc>
          <w:tcPr>
            <w:tcW w:w="9062" w:type="dxa"/>
          </w:tcPr>
          <w:p w14:paraId="6B90803D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Name and Amount</w:t>
            </w:r>
          </w:p>
        </w:tc>
      </w:tr>
      <w:tr w:rsidR="00B86104" w:rsidRPr="00B86104" w14:paraId="2CA58011" w14:textId="77777777" w:rsidTr="00B86104">
        <w:trPr>
          <w:trHeight w:val="255"/>
        </w:trPr>
        <w:tc>
          <w:tcPr>
            <w:tcW w:w="1808" w:type="dxa"/>
          </w:tcPr>
          <w:p w14:paraId="5E44579A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Breakfast</w:t>
            </w:r>
          </w:p>
        </w:tc>
        <w:tc>
          <w:tcPr>
            <w:tcW w:w="9062" w:type="dxa"/>
          </w:tcPr>
          <w:p w14:paraId="7EE18483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3E944FA7" w14:textId="77777777" w:rsidTr="00B86104">
        <w:trPr>
          <w:trHeight w:val="287"/>
        </w:trPr>
        <w:tc>
          <w:tcPr>
            <w:tcW w:w="1808" w:type="dxa"/>
          </w:tcPr>
          <w:p w14:paraId="642EC3F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7121F3D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1559912" w14:textId="77777777" w:rsidTr="00B86104">
        <w:trPr>
          <w:trHeight w:val="287"/>
        </w:trPr>
        <w:tc>
          <w:tcPr>
            <w:tcW w:w="1808" w:type="dxa"/>
          </w:tcPr>
          <w:p w14:paraId="5AC09DB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2A6EA25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proofErr w:type="spellStart"/>
            <w:r w:rsidRPr="00B86104">
              <w:rPr>
                <w:rFonts w:ascii="Cambria" w:hAnsi="Cambria"/>
                <w:color w:val="000000"/>
              </w:rPr>
              <w:t>Potatos</w:t>
            </w:r>
            <w:proofErr w:type="spellEnd"/>
            <w:r w:rsidRPr="00B86104">
              <w:rPr>
                <w:rFonts w:ascii="Cambria" w:hAnsi="Cambria"/>
                <w:color w:val="000000"/>
              </w:rPr>
              <w:t>, Spinach, brinjals</w:t>
            </w:r>
          </w:p>
        </w:tc>
      </w:tr>
      <w:tr w:rsidR="00B86104" w:rsidRPr="0000560C" w14:paraId="08A787B6" w14:textId="77777777" w:rsidTr="00B86104">
        <w:trPr>
          <w:trHeight w:val="287"/>
        </w:trPr>
        <w:tc>
          <w:tcPr>
            <w:tcW w:w="1808" w:type="dxa"/>
          </w:tcPr>
          <w:p w14:paraId="7BDE48B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1998740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Apple, banana, apricot, oranges</w:t>
            </w:r>
          </w:p>
        </w:tc>
      </w:tr>
      <w:tr w:rsidR="00B86104" w:rsidRPr="0000560C" w14:paraId="78759DE3" w14:textId="77777777" w:rsidTr="00B86104">
        <w:trPr>
          <w:trHeight w:val="287"/>
        </w:trPr>
        <w:tc>
          <w:tcPr>
            <w:tcW w:w="1808" w:type="dxa"/>
          </w:tcPr>
          <w:p w14:paraId="1E0E04D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1ADBAC8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Yogurt, butter</w:t>
            </w:r>
          </w:p>
        </w:tc>
      </w:tr>
      <w:tr w:rsidR="00B86104" w:rsidRPr="0000560C" w14:paraId="0C3B7E51" w14:textId="77777777" w:rsidTr="00B86104">
        <w:trPr>
          <w:trHeight w:val="287"/>
        </w:trPr>
        <w:tc>
          <w:tcPr>
            <w:tcW w:w="1808" w:type="dxa"/>
          </w:tcPr>
          <w:p w14:paraId="5337032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0081BCF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Eggs, fish</w:t>
            </w:r>
          </w:p>
        </w:tc>
      </w:tr>
      <w:tr w:rsidR="00B86104" w:rsidRPr="0000560C" w14:paraId="7B04ACE3" w14:textId="77777777" w:rsidTr="00B86104">
        <w:trPr>
          <w:trHeight w:val="287"/>
        </w:trPr>
        <w:tc>
          <w:tcPr>
            <w:tcW w:w="1808" w:type="dxa"/>
          </w:tcPr>
          <w:p w14:paraId="6169A57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2CFCD85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CB5812E" w14:textId="77777777" w:rsidTr="00B86104">
        <w:trPr>
          <w:trHeight w:val="287"/>
        </w:trPr>
        <w:tc>
          <w:tcPr>
            <w:tcW w:w="1808" w:type="dxa"/>
          </w:tcPr>
          <w:p w14:paraId="7D69898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54CD229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ACFA5D8" w14:textId="77777777" w:rsidTr="00B86104">
        <w:trPr>
          <w:trHeight w:val="535"/>
        </w:trPr>
        <w:tc>
          <w:tcPr>
            <w:tcW w:w="1808" w:type="dxa"/>
          </w:tcPr>
          <w:p w14:paraId="3A2998A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68D126F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435E5130" w14:textId="77777777" w:rsidTr="00B86104">
        <w:trPr>
          <w:trHeight w:val="255"/>
        </w:trPr>
        <w:tc>
          <w:tcPr>
            <w:tcW w:w="1808" w:type="dxa"/>
          </w:tcPr>
          <w:p w14:paraId="4B1A3572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4781386C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0E528DFD" w14:textId="77777777" w:rsidTr="00B86104">
        <w:trPr>
          <w:trHeight w:val="287"/>
        </w:trPr>
        <w:tc>
          <w:tcPr>
            <w:tcW w:w="1808" w:type="dxa"/>
          </w:tcPr>
          <w:p w14:paraId="145D82F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62771AF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499D25C" w14:textId="77777777" w:rsidTr="00B86104">
        <w:trPr>
          <w:trHeight w:val="287"/>
        </w:trPr>
        <w:tc>
          <w:tcPr>
            <w:tcW w:w="1808" w:type="dxa"/>
          </w:tcPr>
          <w:p w14:paraId="101DD9F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64405F6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FE2AE3E" w14:textId="77777777" w:rsidTr="00B86104">
        <w:trPr>
          <w:trHeight w:val="287"/>
        </w:trPr>
        <w:tc>
          <w:tcPr>
            <w:tcW w:w="1808" w:type="dxa"/>
          </w:tcPr>
          <w:p w14:paraId="6C27CD4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4DFA8C3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57D4872F" w14:textId="77777777" w:rsidTr="00B86104">
        <w:trPr>
          <w:trHeight w:val="255"/>
        </w:trPr>
        <w:tc>
          <w:tcPr>
            <w:tcW w:w="1808" w:type="dxa"/>
          </w:tcPr>
          <w:p w14:paraId="56434F32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Lunch</w:t>
            </w:r>
          </w:p>
        </w:tc>
        <w:tc>
          <w:tcPr>
            <w:tcW w:w="9062" w:type="dxa"/>
          </w:tcPr>
          <w:p w14:paraId="6F4226B9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14C3F80C" w14:textId="77777777" w:rsidTr="00B86104">
        <w:trPr>
          <w:trHeight w:val="287"/>
        </w:trPr>
        <w:tc>
          <w:tcPr>
            <w:tcW w:w="1808" w:type="dxa"/>
          </w:tcPr>
          <w:p w14:paraId="0F52F93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7D2F25A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02EBAED" w14:textId="77777777" w:rsidTr="00B86104">
        <w:trPr>
          <w:trHeight w:val="287"/>
        </w:trPr>
        <w:tc>
          <w:tcPr>
            <w:tcW w:w="1808" w:type="dxa"/>
          </w:tcPr>
          <w:p w14:paraId="3D0F946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19BC845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F66682A" w14:textId="77777777" w:rsidTr="00B86104">
        <w:trPr>
          <w:trHeight w:val="287"/>
        </w:trPr>
        <w:tc>
          <w:tcPr>
            <w:tcW w:w="1808" w:type="dxa"/>
          </w:tcPr>
          <w:p w14:paraId="4BC5F97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04FFAB9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CEC360C" w14:textId="77777777" w:rsidTr="00B86104">
        <w:trPr>
          <w:trHeight w:val="287"/>
        </w:trPr>
        <w:tc>
          <w:tcPr>
            <w:tcW w:w="1808" w:type="dxa"/>
          </w:tcPr>
          <w:p w14:paraId="76B708D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66DA39E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E9E849C" w14:textId="77777777" w:rsidTr="00B86104">
        <w:trPr>
          <w:trHeight w:val="287"/>
        </w:trPr>
        <w:tc>
          <w:tcPr>
            <w:tcW w:w="1808" w:type="dxa"/>
          </w:tcPr>
          <w:p w14:paraId="6CE2501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412835A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D646A8C" w14:textId="77777777" w:rsidTr="00B86104">
        <w:trPr>
          <w:trHeight w:val="287"/>
        </w:trPr>
        <w:tc>
          <w:tcPr>
            <w:tcW w:w="1808" w:type="dxa"/>
          </w:tcPr>
          <w:p w14:paraId="625218B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028AAEE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4D7A2CE" w14:textId="77777777" w:rsidTr="00B86104">
        <w:trPr>
          <w:trHeight w:val="287"/>
        </w:trPr>
        <w:tc>
          <w:tcPr>
            <w:tcW w:w="1808" w:type="dxa"/>
          </w:tcPr>
          <w:p w14:paraId="3058512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472E434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4CC9BEC" w14:textId="77777777" w:rsidTr="00B86104">
        <w:trPr>
          <w:trHeight w:val="535"/>
        </w:trPr>
        <w:tc>
          <w:tcPr>
            <w:tcW w:w="1808" w:type="dxa"/>
          </w:tcPr>
          <w:p w14:paraId="6F8D928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253B08C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28ED455B" w14:textId="77777777" w:rsidTr="00B86104">
        <w:trPr>
          <w:trHeight w:val="255"/>
        </w:trPr>
        <w:tc>
          <w:tcPr>
            <w:tcW w:w="1808" w:type="dxa"/>
          </w:tcPr>
          <w:p w14:paraId="1886A094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7FCAFA32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4A412FA1" w14:textId="77777777" w:rsidTr="00B86104">
        <w:trPr>
          <w:trHeight w:val="287"/>
        </w:trPr>
        <w:tc>
          <w:tcPr>
            <w:tcW w:w="1808" w:type="dxa"/>
          </w:tcPr>
          <w:p w14:paraId="318A6AD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26313EC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837EAB8" w14:textId="77777777" w:rsidTr="00B86104">
        <w:trPr>
          <w:trHeight w:val="287"/>
        </w:trPr>
        <w:tc>
          <w:tcPr>
            <w:tcW w:w="1808" w:type="dxa"/>
          </w:tcPr>
          <w:p w14:paraId="41CD123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733FF8C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F99AC56" w14:textId="77777777" w:rsidTr="00B86104">
        <w:trPr>
          <w:trHeight w:val="287"/>
        </w:trPr>
        <w:tc>
          <w:tcPr>
            <w:tcW w:w="1808" w:type="dxa"/>
          </w:tcPr>
          <w:p w14:paraId="14347B9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3C756B1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8799C29" w14:textId="77777777" w:rsidTr="00B86104">
        <w:trPr>
          <w:trHeight w:val="287"/>
        </w:trPr>
        <w:tc>
          <w:tcPr>
            <w:tcW w:w="1808" w:type="dxa"/>
          </w:tcPr>
          <w:p w14:paraId="457569C9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Dinner</w:t>
            </w:r>
          </w:p>
        </w:tc>
        <w:tc>
          <w:tcPr>
            <w:tcW w:w="9062" w:type="dxa"/>
          </w:tcPr>
          <w:p w14:paraId="44681850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3C59F201" w14:textId="77777777" w:rsidTr="00B86104">
        <w:trPr>
          <w:trHeight w:val="287"/>
        </w:trPr>
        <w:tc>
          <w:tcPr>
            <w:tcW w:w="1808" w:type="dxa"/>
          </w:tcPr>
          <w:p w14:paraId="1C68CEB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7BCE81E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D6FF208" w14:textId="77777777" w:rsidTr="00B86104">
        <w:trPr>
          <w:trHeight w:val="287"/>
        </w:trPr>
        <w:tc>
          <w:tcPr>
            <w:tcW w:w="1808" w:type="dxa"/>
          </w:tcPr>
          <w:p w14:paraId="61A5D2A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3190072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1E3A644" w14:textId="77777777" w:rsidTr="00B86104">
        <w:trPr>
          <w:trHeight w:val="287"/>
        </w:trPr>
        <w:tc>
          <w:tcPr>
            <w:tcW w:w="1808" w:type="dxa"/>
          </w:tcPr>
          <w:p w14:paraId="4AA50EF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393B457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862C159" w14:textId="77777777" w:rsidTr="00B86104">
        <w:trPr>
          <w:trHeight w:val="287"/>
        </w:trPr>
        <w:tc>
          <w:tcPr>
            <w:tcW w:w="1808" w:type="dxa"/>
          </w:tcPr>
          <w:p w14:paraId="056E4A9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7330F63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AFDCEFB" w14:textId="77777777" w:rsidTr="00B86104">
        <w:trPr>
          <w:trHeight w:val="287"/>
        </w:trPr>
        <w:tc>
          <w:tcPr>
            <w:tcW w:w="1808" w:type="dxa"/>
          </w:tcPr>
          <w:p w14:paraId="3FA048A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0310EA6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8D280A7" w14:textId="77777777" w:rsidTr="00B86104">
        <w:trPr>
          <w:trHeight w:val="287"/>
        </w:trPr>
        <w:tc>
          <w:tcPr>
            <w:tcW w:w="1808" w:type="dxa"/>
          </w:tcPr>
          <w:p w14:paraId="35FA514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5F0DA07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860D783" w14:textId="77777777" w:rsidTr="00B86104">
        <w:trPr>
          <w:trHeight w:val="287"/>
        </w:trPr>
        <w:tc>
          <w:tcPr>
            <w:tcW w:w="1808" w:type="dxa"/>
          </w:tcPr>
          <w:p w14:paraId="2E9E44B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08BEBCE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303CF12" w14:textId="77777777" w:rsidTr="00B86104">
        <w:trPr>
          <w:trHeight w:val="535"/>
        </w:trPr>
        <w:tc>
          <w:tcPr>
            <w:tcW w:w="1808" w:type="dxa"/>
          </w:tcPr>
          <w:p w14:paraId="563872E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4E9D48E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5DA43630" w14:textId="77777777" w:rsidTr="00B86104">
        <w:trPr>
          <w:trHeight w:val="287"/>
        </w:trPr>
        <w:tc>
          <w:tcPr>
            <w:tcW w:w="1808" w:type="dxa"/>
          </w:tcPr>
          <w:p w14:paraId="442B9BA3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57FE9B9A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5D4EE1C2" w14:textId="77777777" w:rsidTr="00B86104">
        <w:trPr>
          <w:trHeight w:val="287"/>
        </w:trPr>
        <w:tc>
          <w:tcPr>
            <w:tcW w:w="1808" w:type="dxa"/>
          </w:tcPr>
          <w:p w14:paraId="7FBFC81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7B6B454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51DF461" w14:textId="77777777" w:rsidTr="00B86104">
        <w:trPr>
          <w:trHeight w:val="287"/>
        </w:trPr>
        <w:tc>
          <w:tcPr>
            <w:tcW w:w="1808" w:type="dxa"/>
          </w:tcPr>
          <w:p w14:paraId="3637A54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0FCC211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FB7140B" w14:textId="77777777" w:rsidTr="00B86104">
        <w:trPr>
          <w:trHeight w:val="319"/>
        </w:trPr>
        <w:tc>
          <w:tcPr>
            <w:tcW w:w="1808" w:type="dxa"/>
          </w:tcPr>
          <w:p w14:paraId="0934E73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4D97B2E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</w:tbl>
    <w:p w14:paraId="3D88D8D1" w14:textId="77777777" w:rsidR="00B86104" w:rsidRDefault="00B86104" w:rsidP="00B86104">
      <w:pPr>
        <w:ind w:left="0"/>
      </w:pPr>
    </w:p>
    <w:p w14:paraId="45F29634" w14:textId="77777777" w:rsidR="00B86104" w:rsidRDefault="00B86104" w:rsidP="00B86104">
      <w:pPr>
        <w:ind w:left="0"/>
      </w:pPr>
      <w:r>
        <w:t>Download more templates at www.dotxls.org</w:t>
      </w:r>
    </w:p>
    <w:p w14:paraId="06791F49" w14:textId="77777777" w:rsidR="00B86104" w:rsidRDefault="00B86104" w:rsidP="00B86104">
      <w:pPr>
        <w:ind w:left="0"/>
      </w:pPr>
    </w:p>
    <w:p w14:paraId="6FB1F78D" w14:textId="77777777" w:rsidR="00B86104" w:rsidRDefault="00B86104" w:rsidP="00B86104">
      <w:pPr>
        <w:ind w:left="0"/>
      </w:pPr>
    </w:p>
    <w:p w14:paraId="1972D9BB" w14:textId="77777777" w:rsidR="00B86104" w:rsidRPr="00B86104" w:rsidRDefault="00B86104" w:rsidP="00B86104">
      <w:pPr>
        <w:pStyle w:val="Heading1"/>
        <w:tabs>
          <w:tab w:val="left" w:pos="5490"/>
          <w:tab w:val="right" w:pos="9900"/>
        </w:tabs>
        <w:jc w:val="center"/>
        <w:rPr>
          <w:rFonts w:ascii="Trebuchet MS" w:hAnsi="Trebuchet MS"/>
          <w:color w:val="244061"/>
          <w:sz w:val="36"/>
          <w:u w:val="single"/>
        </w:rPr>
      </w:pPr>
      <w:r w:rsidRPr="00B86104">
        <w:rPr>
          <w:rFonts w:ascii="Trebuchet MS" w:hAnsi="Trebuchet MS"/>
          <w:color w:val="244061"/>
          <w:sz w:val="36"/>
          <w:u w:val="single"/>
        </w:rPr>
        <w:t>Daily Foo</w:t>
      </w:r>
      <w:r>
        <w:rPr>
          <w:rFonts w:ascii="Trebuchet MS" w:hAnsi="Trebuchet MS"/>
          <w:color w:val="244061"/>
          <w:sz w:val="36"/>
          <w:u w:val="single"/>
        </w:rPr>
        <w:t>d Diary for Friday, February 27</w:t>
      </w:r>
    </w:p>
    <w:tbl>
      <w:tblPr>
        <w:tblW w:w="5028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5E0" w:firstRow="1" w:lastRow="1" w:firstColumn="1" w:lastColumn="1" w:noHBand="0" w:noVBand="1"/>
      </w:tblPr>
      <w:tblGrid>
        <w:gridCol w:w="1808"/>
        <w:gridCol w:w="9032"/>
      </w:tblGrid>
      <w:tr w:rsidR="00B86104" w:rsidRPr="0000560C" w14:paraId="5302D452" w14:textId="77777777" w:rsidTr="00B86104">
        <w:trPr>
          <w:trHeight w:val="439"/>
        </w:trPr>
        <w:tc>
          <w:tcPr>
            <w:tcW w:w="1808" w:type="dxa"/>
          </w:tcPr>
          <w:p w14:paraId="66179800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Group</w:t>
            </w:r>
          </w:p>
        </w:tc>
        <w:tc>
          <w:tcPr>
            <w:tcW w:w="9062" w:type="dxa"/>
          </w:tcPr>
          <w:p w14:paraId="322F1344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Name and Amount</w:t>
            </w:r>
          </w:p>
        </w:tc>
      </w:tr>
      <w:tr w:rsidR="00B86104" w:rsidRPr="00B86104" w14:paraId="553F5C3C" w14:textId="77777777" w:rsidTr="00B86104">
        <w:trPr>
          <w:trHeight w:val="255"/>
        </w:trPr>
        <w:tc>
          <w:tcPr>
            <w:tcW w:w="1808" w:type="dxa"/>
          </w:tcPr>
          <w:p w14:paraId="2E98259B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Breakfast</w:t>
            </w:r>
          </w:p>
        </w:tc>
        <w:tc>
          <w:tcPr>
            <w:tcW w:w="9062" w:type="dxa"/>
          </w:tcPr>
          <w:p w14:paraId="1DE780A8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6AF7D294" w14:textId="77777777" w:rsidTr="00B86104">
        <w:trPr>
          <w:trHeight w:val="287"/>
        </w:trPr>
        <w:tc>
          <w:tcPr>
            <w:tcW w:w="1808" w:type="dxa"/>
          </w:tcPr>
          <w:p w14:paraId="7AC2544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0C27B92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15E0BE1" w14:textId="77777777" w:rsidTr="00B86104">
        <w:trPr>
          <w:trHeight w:val="287"/>
        </w:trPr>
        <w:tc>
          <w:tcPr>
            <w:tcW w:w="1808" w:type="dxa"/>
          </w:tcPr>
          <w:p w14:paraId="405672C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4F7EDFD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proofErr w:type="spellStart"/>
            <w:r w:rsidRPr="00B86104">
              <w:rPr>
                <w:rFonts w:ascii="Cambria" w:hAnsi="Cambria"/>
                <w:color w:val="000000"/>
              </w:rPr>
              <w:t>Potatos</w:t>
            </w:r>
            <w:proofErr w:type="spellEnd"/>
            <w:r w:rsidRPr="00B86104">
              <w:rPr>
                <w:rFonts w:ascii="Cambria" w:hAnsi="Cambria"/>
                <w:color w:val="000000"/>
              </w:rPr>
              <w:t>, Spinach, brinjals</w:t>
            </w:r>
          </w:p>
        </w:tc>
      </w:tr>
      <w:tr w:rsidR="00B86104" w:rsidRPr="0000560C" w14:paraId="79C4CBCA" w14:textId="77777777" w:rsidTr="00B86104">
        <w:trPr>
          <w:trHeight w:val="287"/>
        </w:trPr>
        <w:tc>
          <w:tcPr>
            <w:tcW w:w="1808" w:type="dxa"/>
          </w:tcPr>
          <w:p w14:paraId="1FFA893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696F9C1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Apple, banana, apricot, oranges</w:t>
            </w:r>
          </w:p>
        </w:tc>
      </w:tr>
      <w:tr w:rsidR="00B86104" w:rsidRPr="0000560C" w14:paraId="1BF8A0EF" w14:textId="77777777" w:rsidTr="00B86104">
        <w:trPr>
          <w:trHeight w:val="287"/>
        </w:trPr>
        <w:tc>
          <w:tcPr>
            <w:tcW w:w="1808" w:type="dxa"/>
          </w:tcPr>
          <w:p w14:paraId="0DCAFAA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3EFD718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Yogurt, butter</w:t>
            </w:r>
          </w:p>
        </w:tc>
      </w:tr>
      <w:tr w:rsidR="00B86104" w:rsidRPr="0000560C" w14:paraId="5DC2480D" w14:textId="77777777" w:rsidTr="00B86104">
        <w:trPr>
          <w:trHeight w:val="287"/>
        </w:trPr>
        <w:tc>
          <w:tcPr>
            <w:tcW w:w="1808" w:type="dxa"/>
          </w:tcPr>
          <w:p w14:paraId="2C42AB5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14B4237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Eggs, fish</w:t>
            </w:r>
          </w:p>
        </w:tc>
      </w:tr>
      <w:tr w:rsidR="00B86104" w:rsidRPr="0000560C" w14:paraId="16992D80" w14:textId="77777777" w:rsidTr="00B86104">
        <w:trPr>
          <w:trHeight w:val="287"/>
        </w:trPr>
        <w:tc>
          <w:tcPr>
            <w:tcW w:w="1808" w:type="dxa"/>
          </w:tcPr>
          <w:p w14:paraId="01530C2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6A06813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A8BBB1E" w14:textId="77777777" w:rsidTr="00B86104">
        <w:trPr>
          <w:trHeight w:val="287"/>
        </w:trPr>
        <w:tc>
          <w:tcPr>
            <w:tcW w:w="1808" w:type="dxa"/>
          </w:tcPr>
          <w:p w14:paraId="0D733DC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1914B5B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70CD1FC" w14:textId="77777777" w:rsidTr="00B86104">
        <w:trPr>
          <w:trHeight w:val="535"/>
        </w:trPr>
        <w:tc>
          <w:tcPr>
            <w:tcW w:w="1808" w:type="dxa"/>
          </w:tcPr>
          <w:p w14:paraId="6D9649F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39A12B7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69A2C1E9" w14:textId="77777777" w:rsidTr="00B86104">
        <w:trPr>
          <w:trHeight w:val="255"/>
        </w:trPr>
        <w:tc>
          <w:tcPr>
            <w:tcW w:w="1808" w:type="dxa"/>
          </w:tcPr>
          <w:p w14:paraId="41E0B060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63DB2837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61EEF6F5" w14:textId="77777777" w:rsidTr="00B86104">
        <w:trPr>
          <w:trHeight w:val="287"/>
        </w:trPr>
        <w:tc>
          <w:tcPr>
            <w:tcW w:w="1808" w:type="dxa"/>
          </w:tcPr>
          <w:p w14:paraId="23F5F21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2D56470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08ACA08" w14:textId="77777777" w:rsidTr="00B86104">
        <w:trPr>
          <w:trHeight w:val="287"/>
        </w:trPr>
        <w:tc>
          <w:tcPr>
            <w:tcW w:w="1808" w:type="dxa"/>
          </w:tcPr>
          <w:p w14:paraId="2785100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36C50CD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A997A88" w14:textId="77777777" w:rsidTr="00B86104">
        <w:trPr>
          <w:trHeight w:val="287"/>
        </w:trPr>
        <w:tc>
          <w:tcPr>
            <w:tcW w:w="1808" w:type="dxa"/>
          </w:tcPr>
          <w:p w14:paraId="27756FA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5F48E58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4C04E2B5" w14:textId="77777777" w:rsidTr="00B86104">
        <w:trPr>
          <w:trHeight w:val="255"/>
        </w:trPr>
        <w:tc>
          <w:tcPr>
            <w:tcW w:w="1808" w:type="dxa"/>
          </w:tcPr>
          <w:p w14:paraId="3CFE5FC4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Lunch</w:t>
            </w:r>
          </w:p>
        </w:tc>
        <w:tc>
          <w:tcPr>
            <w:tcW w:w="9062" w:type="dxa"/>
          </w:tcPr>
          <w:p w14:paraId="05ACAA10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1A18581F" w14:textId="77777777" w:rsidTr="00B86104">
        <w:trPr>
          <w:trHeight w:val="287"/>
        </w:trPr>
        <w:tc>
          <w:tcPr>
            <w:tcW w:w="1808" w:type="dxa"/>
          </w:tcPr>
          <w:p w14:paraId="727A0AC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4EFB4F2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8F0E1C4" w14:textId="77777777" w:rsidTr="00B86104">
        <w:trPr>
          <w:trHeight w:val="287"/>
        </w:trPr>
        <w:tc>
          <w:tcPr>
            <w:tcW w:w="1808" w:type="dxa"/>
          </w:tcPr>
          <w:p w14:paraId="32F965A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24BD304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A5F6ADF" w14:textId="77777777" w:rsidTr="00B86104">
        <w:trPr>
          <w:trHeight w:val="287"/>
        </w:trPr>
        <w:tc>
          <w:tcPr>
            <w:tcW w:w="1808" w:type="dxa"/>
          </w:tcPr>
          <w:p w14:paraId="1C11DFD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74C5FBF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92FDEC6" w14:textId="77777777" w:rsidTr="00B86104">
        <w:trPr>
          <w:trHeight w:val="287"/>
        </w:trPr>
        <w:tc>
          <w:tcPr>
            <w:tcW w:w="1808" w:type="dxa"/>
          </w:tcPr>
          <w:p w14:paraId="6993E5D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69E6755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8BF5818" w14:textId="77777777" w:rsidTr="00B86104">
        <w:trPr>
          <w:trHeight w:val="287"/>
        </w:trPr>
        <w:tc>
          <w:tcPr>
            <w:tcW w:w="1808" w:type="dxa"/>
          </w:tcPr>
          <w:p w14:paraId="4C8221C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3757A77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1C863D3" w14:textId="77777777" w:rsidTr="00B86104">
        <w:trPr>
          <w:trHeight w:val="287"/>
        </w:trPr>
        <w:tc>
          <w:tcPr>
            <w:tcW w:w="1808" w:type="dxa"/>
          </w:tcPr>
          <w:p w14:paraId="1FA3537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57C6697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B102035" w14:textId="77777777" w:rsidTr="00B86104">
        <w:trPr>
          <w:trHeight w:val="287"/>
        </w:trPr>
        <w:tc>
          <w:tcPr>
            <w:tcW w:w="1808" w:type="dxa"/>
          </w:tcPr>
          <w:p w14:paraId="2FAA89F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3C7AB8C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2ABF6A0" w14:textId="77777777" w:rsidTr="00B86104">
        <w:trPr>
          <w:trHeight w:val="535"/>
        </w:trPr>
        <w:tc>
          <w:tcPr>
            <w:tcW w:w="1808" w:type="dxa"/>
          </w:tcPr>
          <w:p w14:paraId="44B070A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3FDDFFD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5334114D" w14:textId="77777777" w:rsidTr="00B86104">
        <w:trPr>
          <w:trHeight w:val="255"/>
        </w:trPr>
        <w:tc>
          <w:tcPr>
            <w:tcW w:w="1808" w:type="dxa"/>
          </w:tcPr>
          <w:p w14:paraId="5A214213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48F0A699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298CCB8F" w14:textId="77777777" w:rsidTr="00B86104">
        <w:trPr>
          <w:trHeight w:val="287"/>
        </w:trPr>
        <w:tc>
          <w:tcPr>
            <w:tcW w:w="1808" w:type="dxa"/>
          </w:tcPr>
          <w:p w14:paraId="0F88890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03FD5AB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CF7974C" w14:textId="77777777" w:rsidTr="00B86104">
        <w:trPr>
          <w:trHeight w:val="287"/>
        </w:trPr>
        <w:tc>
          <w:tcPr>
            <w:tcW w:w="1808" w:type="dxa"/>
          </w:tcPr>
          <w:p w14:paraId="1969FA9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11BEBA2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FAFFC44" w14:textId="77777777" w:rsidTr="00B86104">
        <w:trPr>
          <w:trHeight w:val="287"/>
        </w:trPr>
        <w:tc>
          <w:tcPr>
            <w:tcW w:w="1808" w:type="dxa"/>
          </w:tcPr>
          <w:p w14:paraId="21741C7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7E75FE7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CCD9276" w14:textId="77777777" w:rsidTr="00B86104">
        <w:trPr>
          <w:trHeight w:val="287"/>
        </w:trPr>
        <w:tc>
          <w:tcPr>
            <w:tcW w:w="1808" w:type="dxa"/>
          </w:tcPr>
          <w:p w14:paraId="6D6D78DE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Dinner</w:t>
            </w:r>
          </w:p>
        </w:tc>
        <w:tc>
          <w:tcPr>
            <w:tcW w:w="9062" w:type="dxa"/>
          </w:tcPr>
          <w:p w14:paraId="1BC2D762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4C418925" w14:textId="77777777" w:rsidTr="00B86104">
        <w:trPr>
          <w:trHeight w:val="287"/>
        </w:trPr>
        <w:tc>
          <w:tcPr>
            <w:tcW w:w="1808" w:type="dxa"/>
          </w:tcPr>
          <w:p w14:paraId="157873C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48FDD0D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8C4C236" w14:textId="77777777" w:rsidTr="00B86104">
        <w:trPr>
          <w:trHeight w:val="287"/>
        </w:trPr>
        <w:tc>
          <w:tcPr>
            <w:tcW w:w="1808" w:type="dxa"/>
          </w:tcPr>
          <w:p w14:paraId="09371D6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226F741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8B605C1" w14:textId="77777777" w:rsidTr="00B86104">
        <w:trPr>
          <w:trHeight w:val="287"/>
        </w:trPr>
        <w:tc>
          <w:tcPr>
            <w:tcW w:w="1808" w:type="dxa"/>
          </w:tcPr>
          <w:p w14:paraId="1F5B6C2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1150180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206B67A" w14:textId="77777777" w:rsidTr="00B86104">
        <w:trPr>
          <w:trHeight w:val="287"/>
        </w:trPr>
        <w:tc>
          <w:tcPr>
            <w:tcW w:w="1808" w:type="dxa"/>
          </w:tcPr>
          <w:p w14:paraId="0A078EB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5EFAAE8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B252530" w14:textId="77777777" w:rsidTr="00B86104">
        <w:trPr>
          <w:trHeight w:val="287"/>
        </w:trPr>
        <w:tc>
          <w:tcPr>
            <w:tcW w:w="1808" w:type="dxa"/>
          </w:tcPr>
          <w:p w14:paraId="6693580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3DA62D5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317D61E" w14:textId="77777777" w:rsidTr="00B86104">
        <w:trPr>
          <w:trHeight w:val="287"/>
        </w:trPr>
        <w:tc>
          <w:tcPr>
            <w:tcW w:w="1808" w:type="dxa"/>
          </w:tcPr>
          <w:p w14:paraId="4B10751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51688DE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FCC0FB7" w14:textId="77777777" w:rsidTr="00B86104">
        <w:trPr>
          <w:trHeight w:val="287"/>
        </w:trPr>
        <w:tc>
          <w:tcPr>
            <w:tcW w:w="1808" w:type="dxa"/>
          </w:tcPr>
          <w:p w14:paraId="347E0D8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62D9923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71DA87C" w14:textId="77777777" w:rsidTr="00B86104">
        <w:trPr>
          <w:trHeight w:val="535"/>
        </w:trPr>
        <w:tc>
          <w:tcPr>
            <w:tcW w:w="1808" w:type="dxa"/>
          </w:tcPr>
          <w:p w14:paraId="6283CC5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75436F9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58DF8A0B" w14:textId="77777777" w:rsidTr="00B86104">
        <w:trPr>
          <w:trHeight w:val="287"/>
        </w:trPr>
        <w:tc>
          <w:tcPr>
            <w:tcW w:w="1808" w:type="dxa"/>
          </w:tcPr>
          <w:p w14:paraId="07D57DC8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2447283E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5753C48C" w14:textId="77777777" w:rsidTr="00B86104">
        <w:trPr>
          <w:trHeight w:val="287"/>
        </w:trPr>
        <w:tc>
          <w:tcPr>
            <w:tcW w:w="1808" w:type="dxa"/>
          </w:tcPr>
          <w:p w14:paraId="12BFB8B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601D18F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AE7A697" w14:textId="77777777" w:rsidTr="00B86104">
        <w:trPr>
          <w:trHeight w:val="287"/>
        </w:trPr>
        <w:tc>
          <w:tcPr>
            <w:tcW w:w="1808" w:type="dxa"/>
          </w:tcPr>
          <w:p w14:paraId="43A822A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24451FF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D2FE46D" w14:textId="77777777" w:rsidTr="00B86104">
        <w:trPr>
          <w:trHeight w:val="319"/>
        </w:trPr>
        <w:tc>
          <w:tcPr>
            <w:tcW w:w="1808" w:type="dxa"/>
          </w:tcPr>
          <w:p w14:paraId="73EEA54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2546838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</w:tbl>
    <w:p w14:paraId="515AE70A" w14:textId="77777777" w:rsidR="00B86104" w:rsidRDefault="00B86104" w:rsidP="00B86104">
      <w:pPr>
        <w:ind w:left="0"/>
      </w:pPr>
    </w:p>
    <w:p w14:paraId="275E4260" w14:textId="77777777" w:rsidR="00B86104" w:rsidRDefault="00B86104" w:rsidP="00B86104">
      <w:pPr>
        <w:ind w:left="0"/>
      </w:pPr>
      <w:r>
        <w:t>Download more templates at www.dotxls.org</w:t>
      </w:r>
    </w:p>
    <w:p w14:paraId="66252B3F" w14:textId="77777777" w:rsidR="00B86104" w:rsidRDefault="00B86104" w:rsidP="00B86104">
      <w:pPr>
        <w:ind w:left="0"/>
      </w:pPr>
    </w:p>
    <w:p w14:paraId="3AF90FF1" w14:textId="77777777" w:rsidR="00B86104" w:rsidRDefault="00B86104" w:rsidP="00B86104">
      <w:pPr>
        <w:ind w:left="0"/>
      </w:pPr>
    </w:p>
    <w:p w14:paraId="7FE55448" w14:textId="77777777" w:rsidR="00B86104" w:rsidRPr="00B86104" w:rsidRDefault="00B86104" w:rsidP="00B86104">
      <w:pPr>
        <w:pStyle w:val="Heading1"/>
        <w:tabs>
          <w:tab w:val="left" w:pos="5490"/>
          <w:tab w:val="right" w:pos="9900"/>
        </w:tabs>
        <w:jc w:val="center"/>
        <w:rPr>
          <w:rFonts w:ascii="Trebuchet MS" w:hAnsi="Trebuchet MS"/>
          <w:color w:val="244061"/>
          <w:sz w:val="36"/>
          <w:u w:val="single"/>
        </w:rPr>
      </w:pPr>
      <w:r w:rsidRPr="00B86104">
        <w:rPr>
          <w:rFonts w:ascii="Trebuchet MS" w:hAnsi="Trebuchet MS"/>
          <w:color w:val="244061"/>
          <w:sz w:val="36"/>
          <w:u w:val="single"/>
        </w:rPr>
        <w:t>Daily Foo</w:t>
      </w:r>
      <w:r>
        <w:rPr>
          <w:rFonts w:ascii="Trebuchet MS" w:hAnsi="Trebuchet MS"/>
          <w:color w:val="244061"/>
          <w:sz w:val="36"/>
          <w:u w:val="single"/>
        </w:rPr>
        <w:t>d Diary for Saturday, February 28</w:t>
      </w:r>
    </w:p>
    <w:tbl>
      <w:tblPr>
        <w:tblW w:w="5028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5E0" w:firstRow="1" w:lastRow="1" w:firstColumn="1" w:lastColumn="1" w:noHBand="0" w:noVBand="1"/>
      </w:tblPr>
      <w:tblGrid>
        <w:gridCol w:w="1808"/>
        <w:gridCol w:w="9032"/>
      </w:tblGrid>
      <w:tr w:rsidR="00B86104" w:rsidRPr="0000560C" w14:paraId="2444E39C" w14:textId="77777777" w:rsidTr="00B86104">
        <w:trPr>
          <w:trHeight w:val="439"/>
        </w:trPr>
        <w:tc>
          <w:tcPr>
            <w:tcW w:w="1808" w:type="dxa"/>
          </w:tcPr>
          <w:p w14:paraId="1BDF5627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Group</w:t>
            </w:r>
          </w:p>
        </w:tc>
        <w:tc>
          <w:tcPr>
            <w:tcW w:w="9062" w:type="dxa"/>
          </w:tcPr>
          <w:p w14:paraId="61F8E3B8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Name and Amount</w:t>
            </w:r>
          </w:p>
        </w:tc>
      </w:tr>
      <w:tr w:rsidR="00B86104" w:rsidRPr="00B86104" w14:paraId="375715D2" w14:textId="77777777" w:rsidTr="00B86104">
        <w:trPr>
          <w:trHeight w:val="255"/>
        </w:trPr>
        <w:tc>
          <w:tcPr>
            <w:tcW w:w="1808" w:type="dxa"/>
          </w:tcPr>
          <w:p w14:paraId="01DCA261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Breakfast</w:t>
            </w:r>
          </w:p>
        </w:tc>
        <w:tc>
          <w:tcPr>
            <w:tcW w:w="9062" w:type="dxa"/>
          </w:tcPr>
          <w:p w14:paraId="084E1A64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2308CF6E" w14:textId="77777777" w:rsidTr="00B86104">
        <w:trPr>
          <w:trHeight w:val="287"/>
        </w:trPr>
        <w:tc>
          <w:tcPr>
            <w:tcW w:w="1808" w:type="dxa"/>
          </w:tcPr>
          <w:p w14:paraId="22ECD93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73551B6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F3A29B1" w14:textId="77777777" w:rsidTr="00B86104">
        <w:trPr>
          <w:trHeight w:val="287"/>
        </w:trPr>
        <w:tc>
          <w:tcPr>
            <w:tcW w:w="1808" w:type="dxa"/>
          </w:tcPr>
          <w:p w14:paraId="240A6B6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3EC824D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proofErr w:type="spellStart"/>
            <w:r w:rsidRPr="00B86104">
              <w:rPr>
                <w:rFonts w:ascii="Cambria" w:hAnsi="Cambria"/>
                <w:color w:val="000000"/>
              </w:rPr>
              <w:t>Potatos</w:t>
            </w:r>
            <w:proofErr w:type="spellEnd"/>
            <w:r w:rsidRPr="00B86104">
              <w:rPr>
                <w:rFonts w:ascii="Cambria" w:hAnsi="Cambria"/>
                <w:color w:val="000000"/>
              </w:rPr>
              <w:t>, Spinach, brinjals</w:t>
            </w:r>
          </w:p>
        </w:tc>
      </w:tr>
      <w:tr w:rsidR="00B86104" w:rsidRPr="0000560C" w14:paraId="2352B378" w14:textId="77777777" w:rsidTr="00B86104">
        <w:trPr>
          <w:trHeight w:val="287"/>
        </w:trPr>
        <w:tc>
          <w:tcPr>
            <w:tcW w:w="1808" w:type="dxa"/>
          </w:tcPr>
          <w:p w14:paraId="155E401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5BCEB06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Apple, banana, apricot, oranges</w:t>
            </w:r>
          </w:p>
        </w:tc>
      </w:tr>
      <w:tr w:rsidR="00B86104" w:rsidRPr="0000560C" w14:paraId="101CE49B" w14:textId="77777777" w:rsidTr="00B86104">
        <w:trPr>
          <w:trHeight w:val="287"/>
        </w:trPr>
        <w:tc>
          <w:tcPr>
            <w:tcW w:w="1808" w:type="dxa"/>
          </w:tcPr>
          <w:p w14:paraId="36BBB7B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5A83DF5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Yogurt, butter</w:t>
            </w:r>
          </w:p>
        </w:tc>
      </w:tr>
      <w:tr w:rsidR="00B86104" w:rsidRPr="0000560C" w14:paraId="6DDE7B9C" w14:textId="77777777" w:rsidTr="00B86104">
        <w:trPr>
          <w:trHeight w:val="287"/>
        </w:trPr>
        <w:tc>
          <w:tcPr>
            <w:tcW w:w="1808" w:type="dxa"/>
          </w:tcPr>
          <w:p w14:paraId="3F7ABE6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62E7B38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Eggs, fish</w:t>
            </w:r>
          </w:p>
        </w:tc>
      </w:tr>
      <w:tr w:rsidR="00B86104" w:rsidRPr="0000560C" w14:paraId="4DF8152B" w14:textId="77777777" w:rsidTr="00B86104">
        <w:trPr>
          <w:trHeight w:val="287"/>
        </w:trPr>
        <w:tc>
          <w:tcPr>
            <w:tcW w:w="1808" w:type="dxa"/>
          </w:tcPr>
          <w:p w14:paraId="0B38F36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22DE874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1EDAE4D" w14:textId="77777777" w:rsidTr="00B86104">
        <w:trPr>
          <w:trHeight w:val="287"/>
        </w:trPr>
        <w:tc>
          <w:tcPr>
            <w:tcW w:w="1808" w:type="dxa"/>
          </w:tcPr>
          <w:p w14:paraId="4150E7D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57DA048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85D521F" w14:textId="77777777" w:rsidTr="00B86104">
        <w:trPr>
          <w:trHeight w:val="535"/>
        </w:trPr>
        <w:tc>
          <w:tcPr>
            <w:tcW w:w="1808" w:type="dxa"/>
          </w:tcPr>
          <w:p w14:paraId="76449D5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4154AC2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6545B35F" w14:textId="77777777" w:rsidTr="00B86104">
        <w:trPr>
          <w:trHeight w:val="255"/>
        </w:trPr>
        <w:tc>
          <w:tcPr>
            <w:tcW w:w="1808" w:type="dxa"/>
          </w:tcPr>
          <w:p w14:paraId="5F245610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100685BF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4E69F0E3" w14:textId="77777777" w:rsidTr="00B86104">
        <w:trPr>
          <w:trHeight w:val="287"/>
        </w:trPr>
        <w:tc>
          <w:tcPr>
            <w:tcW w:w="1808" w:type="dxa"/>
          </w:tcPr>
          <w:p w14:paraId="3DFF2C3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014EFDC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A13C503" w14:textId="77777777" w:rsidTr="00B86104">
        <w:trPr>
          <w:trHeight w:val="287"/>
        </w:trPr>
        <w:tc>
          <w:tcPr>
            <w:tcW w:w="1808" w:type="dxa"/>
          </w:tcPr>
          <w:p w14:paraId="514B268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4B1119B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4849D75" w14:textId="77777777" w:rsidTr="00B86104">
        <w:trPr>
          <w:trHeight w:val="287"/>
        </w:trPr>
        <w:tc>
          <w:tcPr>
            <w:tcW w:w="1808" w:type="dxa"/>
          </w:tcPr>
          <w:p w14:paraId="1379EDE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47A8099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6702DD69" w14:textId="77777777" w:rsidTr="00B86104">
        <w:trPr>
          <w:trHeight w:val="255"/>
        </w:trPr>
        <w:tc>
          <w:tcPr>
            <w:tcW w:w="1808" w:type="dxa"/>
          </w:tcPr>
          <w:p w14:paraId="3E993C70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Lunch</w:t>
            </w:r>
          </w:p>
        </w:tc>
        <w:tc>
          <w:tcPr>
            <w:tcW w:w="9062" w:type="dxa"/>
          </w:tcPr>
          <w:p w14:paraId="17B0719A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3FF95A1E" w14:textId="77777777" w:rsidTr="00B86104">
        <w:trPr>
          <w:trHeight w:val="287"/>
        </w:trPr>
        <w:tc>
          <w:tcPr>
            <w:tcW w:w="1808" w:type="dxa"/>
          </w:tcPr>
          <w:p w14:paraId="73F4F56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1776B48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8D3E988" w14:textId="77777777" w:rsidTr="00B86104">
        <w:trPr>
          <w:trHeight w:val="287"/>
        </w:trPr>
        <w:tc>
          <w:tcPr>
            <w:tcW w:w="1808" w:type="dxa"/>
          </w:tcPr>
          <w:p w14:paraId="5C03030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7A97B3A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CED9A65" w14:textId="77777777" w:rsidTr="00B86104">
        <w:trPr>
          <w:trHeight w:val="287"/>
        </w:trPr>
        <w:tc>
          <w:tcPr>
            <w:tcW w:w="1808" w:type="dxa"/>
          </w:tcPr>
          <w:p w14:paraId="64B2D48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3B9136B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F250DED" w14:textId="77777777" w:rsidTr="00B86104">
        <w:trPr>
          <w:trHeight w:val="287"/>
        </w:trPr>
        <w:tc>
          <w:tcPr>
            <w:tcW w:w="1808" w:type="dxa"/>
          </w:tcPr>
          <w:p w14:paraId="5248F53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53F37D9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E09EB95" w14:textId="77777777" w:rsidTr="00B86104">
        <w:trPr>
          <w:trHeight w:val="287"/>
        </w:trPr>
        <w:tc>
          <w:tcPr>
            <w:tcW w:w="1808" w:type="dxa"/>
          </w:tcPr>
          <w:p w14:paraId="0B94064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48C2A39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4C52BB5" w14:textId="77777777" w:rsidTr="00B86104">
        <w:trPr>
          <w:trHeight w:val="287"/>
        </w:trPr>
        <w:tc>
          <w:tcPr>
            <w:tcW w:w="1808" w:type="dxa"/>
          </w:tcPr>
          <w:p w14:paraId="0D9FA14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3FFAD4D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FAA18FC" w14:textId="77777777" w:rsidTr="00B86104">
        <w:trPr>
          <w:trHeight w:val="287"/>
        </w:trPr>
        <w:tc>
          <w:tcPr>
            <w:tcW w:w="1808" w:type="dxa"/>
          </w:tcPr>
          <w:p w14:paraId="6B2A772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572ACA9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9024974" w14:textId="77777777" w:rsidTr="00B86104">
        <w:trPr>
          <w:trHeight w:val="535"/>
        </w:trPr>
        <w:tc>
          <w:tcPr>
            <w:tcW w:w="1808" w:type="dxa"/>
          </w:tcPr>
          <w:p w14:paraId="5B8D3C2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5448D43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4794A230" w14:textId="77777777" w:rsidTr="00B86104">
        <w:trPr>
          <w:trHeight w:val="255"/>
        </w:trPr>
        <w:tc>
          <w:tcPr>
            <w:tcW w:w="1808" w:type="dxa"/>
          </w:tcPr>
          <w:p w14:paraId="37C8AA34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2836562C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5C197DD1" w14:textId="77777777" w:rsidTr="00B86104">
        <w:trPr>
          <w:trHeight w:val="287"/>
        </w:trPr>
        <w:tc>
          <w:tcPr>
            <w:tcW w:w="1808" w:type="dxa"/>
          </w:tcPr>
          <w:p w14:paraId="2C1EDAD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36BF187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41207BD" w14:textId="77777777" w:rsidTr="00B86104">
        <w:trPr>
          <w:trHeight w:val="287"/>
        </w:trPr>
        <w:tc>
          <w:tcPr>
            <w:tcW w:w="1808" w:type="dxa"/>
          </w:tcPr>
          <w:p w14:paraId="58FCA1C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6ED81E5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1746204" w14:textId="77777777" w:rsidTr="00B86104">
        <w:trPr>
          <w:trHeight w:val="287"/>
        </w:trPr>
        <w:tc>
          <w:tcPr>
            <w:tcW w:w="1808" w:type="dxa"/>
          </w:tcPr>
          <w:p w14:paraId="72BFC6C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4239E0D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8054EFD" w14:textId="77777777" w:rsidTr="00B86104">
        <w:trPr>
          <w:trHeight w:val="287"/>
        </w:trPr>
        <w:tc>
          <w:tcPr>
            <w:tcW w:w="1808" w:type="dxa"/>
          </w:tcPr>
          <w:p w14:paraId="28E1043A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Dinner</w:t>
            </w:r>
          </w:p>
        </w:tc>
        <w:tc>
          <w:tcPr>
            <w:tcW w:w="9062" w:type="dxa"/>
          </w:tcPr>
          <w:p w14:paraId="5B6BF791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571CB7C2" w14:textId="77777777" w:rsidTr="00B86104">
        <w:trPr>
          <w:trHeight w:val="287"/>
        </w:trPr>
        <w:tc>
          <w:tcPr>
            <w:tcW w:w="1808" w:type="dxa"/>
          </w:tcPr>
          <w:p w14:paraId="5EB42D8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41438A4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6F5CB0E" w14:textId="77777777" w:rsidTr="00B86104">
        <w:trPr>
          <w:trHeight w:val="287"/>
        </w:trPr>
        <w:tc>
          <w:tcPr>
            <w:tcW w:w="1808" w:type="dxa"/>
          </w:tcPr>
          <w:p w14:paraId="03C271E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5597ADD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695F0CD" w14:textId="77777777" w:rsidTr="00B86104">
        <w:trPr>
          <w:trHeight w:val="287"/>
        </w:trPr>
        <w:tc>
          <w:tcPr>
            <w:tcW w:w="1808" w:type="dxa"/>
          </w:tcPr>
          <w:p w14:paraId="0E7BB4C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3AD2DDD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7CDA7DC" w14:textId="77777777" w:rsidTr="00B86104">
        <w:trPr>
          <w:trHeight w:val="287"/>
        </w:trPr>
        <w:tc>
          <w:tcPr>
            <w:tcW w:w="1808" w:type="dxa"/>
          </w:tcPr>
          <w:p w14:paraId="0143C4F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1FE6E43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3618CD1" w14:textId="77777777" w:rsidTr="00B86104">
        <w:trPr>
          <w:trHeight w:val="287"/>
        </w:trPr>
        <w:tc>
          <w:tcPr>
            <w:tcW w:w="1808" w:type="dxa"/>
          </w:tcPr>
          <w:p w14:paraId="27AD89C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478AD03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B6144DA" w14:textId="77777777" w:rsidTr="00B86104">
        <w:trPr>
          <w:trHeight w:val="287"/>
        </w:trPr>
        <w:tc>
          <w:tcPr>
            <w:tcW w:w="1808" w:type="dxa"/>
          </w:tcPr>
          <w:p w14:paraId="4063FD6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56FE0DB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3C8C41C" w14:textId="77777777" w:rsidTr="00B86104">
        <w:trPr>
          <w:trHeight w:val="287"/>
        </w:trPr>
        <w:tc>
          <w:tcPr>
            <w:tcW w:w="1808" w:type="dxa"/>
          </w:tcPr>
          <w:p w14:paraId="0D9B467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18EA68F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DD5B546" w14:textId="77777777" w:rsidTr="00B86104">
        <w:trPr>
          <w:trHeight w:val="535"/>
        </w:trPr>
        <w:tc>
          <w:tcPr>
            <w:tcW w:w="1808" w:type="dxa"/>
          </w:tcPr>
          <w:p w14:paraId="781848D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56AFB59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08EB6A64" w14:textId="77777777" w:rsidTr="00B86104">
        <w:trPr>
          <w:trHeight w:val="287"/>
        </w:trPr>
        <w:tc>
          <w:tcPr>
            <w:tcW w:w="1808" w:type="dxa"/>
          </w:tcPr>
          <w:p w14:paraId="7A981558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3777C5C8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0D9B37BD" w14:textId="77777777" w:rsidTr="00B86104">
        <w:trPr>
          <w:trHeight w:val="287"/>
        </w:trPr>
        <w:tc>
          <w:tcPr>
            <w:tcW w:w="1808" w:type="dxa"/>
          </w:tcPr>
          <w:p w14:paraId="4A5D44E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77297C8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6C16FDDB" w14:textId="77777777" w:rsidTr="00B86104">
        <w:trPr>
          <w:trHeight w:val="287"/>
        </w:trPr>
        <w:tc>
          <w:tcPr>
            <w:tcW w:w="1808" w:type="dxa"/>
          </w:tcPr>
          <w:p w14:paraId="16B6085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606A60F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BD3CD6D" w14:textId="77777777" w:rsidTr="00B86104">
        <w:trPr>
          <w:trHeight w:val="319"/>
        </w:trPr>
        <w:tc>
          <w:tcPr>
            <w:tcW w:w="1808" w:type="dxa"/>
          </w:tcPr>
          <w:p w14:paraId="4915ACC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5F9114B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</w:tbl>
    <w:p w14:paraId="677CA37D" w14:textId="77777777" w:rsidR="00B86104" w:rsidRDefault="00B86104" w:rsidP="00B86104">
      <w:pPr>
        <w:ind w:left="0"/>
      </w:pPr>
    </w:p>
    <w:p w14:paraId="3398EAE5" w14:textId="77777777" w:rsidR="00B86104" w:rsidRDefault="00B86104" w:rsidP="00B86104">
      <w:pPr>
        <w:ind w:left="0"/>
      </w:pPr>
      <w:r>
        <w:t>Download more templates at www.dotxls.org</w:t>
      </w:r>
    </w:p>
    <w:p w14:paraId="0C783008" w14:textId="77777777" w:rsidR="00B86104" w:rsidRDefault="00B86104" w:rsidP="00B86104">
      <w:pPr>
        <w:ind w:left="0"/>
      </w:pPr>
    </w:p>
    <w:p w14:paraId="79D75867" w14:textId="77777777" w:rsidR="00B86104" w:rsidRDefault="00B86104" w:rsidP="00B86104">
      <w:pPr>
        <w:ind w:left="0"/>
      </w:pPr>
    </w:p>
    <w:p w14:paraId="55675BC8" w14:textId="77777777" w:rsidR="00B86104" w:rsidRPr="00B86104" w:rsidRDefault="00B86104" w:rsidP="00B86104">
      <w:pPr>
        <w:pStyle w:val="Heading1"/>
        <w:tabs>
          <w:tab w:val="left" w:pos="5490"/>
          <w:tab w:val="right" w:pos="9900"/>
        </w:tabs>
        <w:jc w:val="center"/>
        <w:rPr>
          <w:rFonts w:ascii="Trebuchet MS" w:hAnsi="Trebuchet MS"/>
          <w:color w:val="244061"/>
          <w:sz w:val="36"/>
          <w:u w:val="single"/>
        </w:rPr>
      </w:pPr>
      <w:r w:rsidRPr="00B86104">
        <w:rPr>
          <w:rFonts w:ascii="Trebuchet MS" w:hAnsi="Trebuchet MS"/>
          <w:color w:val="244061"/>
          <w:sz w:val="36"/>
          <w:u w:val="single"/>
        </w:rPr>
        <w:t xml:space="preserve">Daily Food Diary for </w:t>
      </w:r>
      <w:r>
        <w:rPr>
          <w:rFonts w:ascii="Trebuchet MS" w:hAnsi="Trebuchet MS"/>
          <w:color w:val="244061"/>
          <w:sz w:val="36"/>
          <w:u w:val="single"/>
        </w:rPr>
        <w:t>Sunday</w:t>
      </w:r>
      <w:r w:rsidRPr="00B86104">
        <w:rPr>
          <w:rFonts w:ascii="Trebuchet MS" w:hAnsi="Trebuchet MS"/>
          <w:color w:val="244061"/>
          <w:sz w:val="36"/>
          <w:u w:val="single"/>
        </w:rPr>
        <w:t xml:space="preserve">, </w:t>
      </w:r>
      <w:r>
        <w:rPr>
          <w:rFonts w:ascii="Trebuchet MS" w:hAnsi="Trebuchet MS"/>
          <w:color w:val="244061"/>
          <w:sz w:val="36"/>
          <w:u w:val="single"/>
        </w:rPr>
        <w:t>March 01</w:t>
      </w:r>
    </w:p>
    <w:tbl>
      <w:tblPr>
        <w:tblW w:w="5028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5E0" w:firstRow="1" w:lastRow="1" w:firstColumn="1" w:lastColumn="1" w:noHBand="0" w:noVBand="1"/>
      </w:tblPr>
      <w:tblGrid>
        <w:gridCol w:w="1808"/>
        <w:gridCol w:w="9032"/>
      </w:tblGrid>
      <w:tr w:rsidR="00B86104" w:rsidRPr="0000560C" w14:paraId="0B606390" w14:textId="77777777" w:rsidTr="00B86104">
        <w:trPr>
          <w:trHeight w:val="439"/>
        </w:trPr>
        <w:tc>
          <w:tcPr>
            <w:tcW w:w="1808" w:type="dxa"/>
          </w:tcPr>
          <w:p w14:paraId="7938E4F0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Group</w:t>
            </w:r>
          </w:p>
        </w:tc>
        <w:tc>
          <w:tcPr>
            <w:tcW w:w="9062" w:type="dxa"/>
          </w:tcPr>
          <w:p w14:paraId="16B3D0DD" w14:textId="77777777" w:rsidR="00B86104" w:rsidRPr="00B86104" w:rsidRDefault="00B86104" w:rsidP="00B86104">
            <w:pPr>
              <w:pStyle w:val="Heading2"/>
              <w:rPr>
                <w:color w:val="833C0B"/>
              </w:rPr>
            </w:pPr>
            <w:r w:rsidRPr="00B86104">
              <w:rPr>
                <w:color w:val="833C0B"/>
              </w:rPr>
              <w:t>Food Name and Amount</w:t>
            </w:r>
          </w:p>
        </w:tc>
      </w:tr>
      <w:tr w:rsidR="00B86104" w:rsidRPr="00B86104" w14:paraId="62500146" w14:textId="77777777" w:rsidTr="00B86104">
        <w:trPr>
          <w:trHeight w:val="255"/>
        </w:trPr>
        <w:tc>
          <w:tcPr>
            <w:tcW w:w="1808" w:type="dxa"/>
          </w:tcPr>
          <w:p w14:paraId="0BD84469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Breakfast</w:t>
            </w:r>
          </w:p>
        </w:tc>
        <w:tc>
          <w:tcPr>
            <w:tcW w:w="9062" w:type="dxa"/>
          </w:tcPr>
          <w:p w14:paraId="02C5335C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535E804B" w14:textId="77777777" w:rsidTr="00B86104">
        <w:trPr>
          <w:trHeight w:val="287"/>
        </w:trPr>
        <w:tc>
          <w:tcPr>
            <w:tcW w:w="1808" w:type="dxa"/>
          </w:tcPr>
          <w:p w14:paraId="324DC4C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6C82074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6584ABC" w14:textId="77777777" w:rsidTr="00B86104">
        <w:trPr>
          <w:trHeight w:val="287"/>
        </w:trPr>
        <w:tc>
          <w:tcPr>
            <w:tcW w:w="1808" w:type="dxa"/>
          </w:tcPr>
          <w:p w14:paraId="6B6C91F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3F29817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proofErr w:type="spellStart"/>
            <w:r w:rsidRPr="00B86104">
              <w:rPr>
                <w:rFonts w:ascii="Cambria" w:hAnsi="Cambria"/>
                <w:color w:val="000000"/>
              </w:rPr>
              <w:t>Potatos</w:t>
            </w:r>
            <w:proofErr w:type="spellEnd"/>
            <w:r w:rsidRPr="00B86104">
              <w:rPr>
                <w:rFonts w:ascii="Cambria" w:hAnsi="Cambria"/>
                <w:color w:val="000000"/>
              </w:rPr>
              <w:t>, Spinach, brinjals</w:t>
            </w:r>
          </w:p>
        </w:tc>
      </w:tr>
      <w:tr w:rsidR="00B86104" w:rsidRPr="0000560C" w14:paraId="223AD737" w14:textId="77777777" w:rsidTr="00B86104">
        <w:trPr>
          <w:trHeight w:val="287"/>
        </w:trPr>
        <w:tc>
          <w:tcPr>
            <w:tcW w:w="1808" w:type="dxa"/>
          </w:tcPr>
          <w:p w14:paraId="7437D0F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1C59205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Apple, banana, apricot, oranges</w:t>
            </w:r>
          </w:p>
        </w:tc>
      </w:tr>
      <w:tr w:rsidR="00B86104" w:rsidRPr="0000560C" w14:paraId="4E3F1F85" w14:textId="77777777" w:rsidTr="00B86104">
        <w:trPr>
          <w:trHeight w:val="287"/>
        </w:trPr>
        <w:tc>
          <w:tcPr>
            <w:tcW w:w="1808" w:type="dxa"/>
          </w:tcPr>
          <w:p w14:paraId="465F2D8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4C615D2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Yogurt, butter</w:t>
            </w:r>
          </w:p>
        </w:tc>
      </w:tr>
      <w:tr w:rsidR="00B86104" w:rsidRPr="0000560C" w14:paraId="352FAB10" w14:textId="77777777" w:rsidTr="00B86104">
        <w:trPr>
          <w:trHeight w:val="287"/>
        </w:trPr>
        <w:tc>
          <w:tcPr>
            <w:tcW w:w="1808" w:type="dxa"/>
          </w:tcPr>
          <w:p w14:paraId="66A90B4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7E238EF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Eggs, fish</w:t>
            </w:r>
          </w:p>
        </w:tc>
      </w:tr>
      <w:tr w:rsidR="00B86104" w:rsidRPr="0000560C" w14:paraId="484F98BE" w14:textId="77777777" w:rsidTr="00B86104">
        <w:trPr>
          <w:trHeight w:val="287"/>
        </w:trPr>
        <w:tc>
          <w:tcPr>
            <w:tcW w:w="1808" w:type="dxa"/>
          </w:tcPr>
          <w:p w14:paraId="00C253D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3A1810F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9E1E05B" w14:textId="77777777" w:rsidTr="00B86104">
        <w:trPr>
          <w:trHeight w:val="287"/>
        </w:trPr>
        <w:tc>
          <w:tcPr>
            <w:tcW w:w="1808" w:type="dxa"/>
          </w:tcPr>
          <w:p w14:paraId="30A37B2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0AB76D1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A10ED41" w14:textId="77777777" w:rsidTr="00B86104">
        <w:trPr>
          <w:trHeight w:val="535"/>
        </w:trPr>
        <w:tc>
          <w:tcPr>
            <w:tcW w:w="1808" w:type="dxa"/>
          </w:tcPr>
          <w:p w14:paraId="2968CF5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34E6ECA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0FB00FDF" w14:textId="77777777" w:rsidTr="00B86104">
        <w:trPr>
          <w:trHeight w:val="255"/>
        </w:trPr>
        <w:tc>
          <w:tcPr>
            <w:tcW w:w="1808" w:type="dxa"/>
          </w:tcPr>
          <w:p w14:paraId="166A8765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0FD8EAB0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5FA747BD" w14:textId="77777777" w:rsidTr="00B86104">
        <w:trPr>
          <w:trHeight w:val="287"/>
        </w:trPr>
        <w:tc>
          <w:tcPr>
            <w:tcW w:w="1808" w:type="dxa"/>
          </w:tcPr>
          <w:p w14:paraId="705D9EB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52A0033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CCA045F" w14:textId="77777777" w:rsidTr="00B86104">
        <w:trPr>
          <w:trHeight w:val="287"/>
        </w:trPr>
        <w:tc>
          <w:tcPr>
            <w:tcW w:w="1808" w:type="dxa"/>
          </w:tcPr>
          <w:p w14:paraId="2F780EC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2BDCB2F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6695E8F" w14:textId="77777777" w:rsidTr="00B86104">
        <w:trPr>
          <w:trHeight w:val="287"/>
        </w:trPr>
        <w:tc>
          <w:tcPr>
            <w:tcW w:w="1808" w:type="dxa"/>
          </w:tcPr>
          <w:p w14:paraId="7D16802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633F81F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2C453775" w14:textId="77777777" w:rsidTr="00B86104">
        <w:trPr>
          <w:trHeight w:val="255"/>
        </w:trPr>
        <w:tc>
          <w:tcPr>
            <w:tcW w:w="1808" w:type="dxa"/>
          </w:tcPr>
          <w:p w14:paraId="635D6385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Lunch</w:t>
            </w:r>
          </w:p>
        </w:tc>
        <w:tc>
          <w:tcPr>
            <w:tcW w:w="9062" w:type="dxa"/>
          </w:tcPr>
          <w:p w14:paraId="10BFE1C7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220D22FB" w14:textId="77777777" w:rsidTr="00B86104">
        <w:trPr>
          <w:trHeight w:val="287"/>
        </w:trPr>
        <w:tc>
          <w:tcPr>
            <w:tcW w:w="1808" w:type="dxa"/>
          </w:tcPr>
          <w:p w14:paraId="766D44C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58F3F50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E8AE6A4" w14:textId="77777777" w:rsidTr="00B86104">
        <w:trPr>
          <w:trHeight w:val="287"/>
        </w:trPr>
        <w:tc>
          <w:tcPr>
            <w:tcW w:w="1808" w:type="dxa"/>
          </w:tcPr>
          <w:p w14:paraId="6D03CB8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45A4CE4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D9C1B98" w14:textId="77777777" w:rsidTr="00B86104">
        <w:trPr>
          <w:trHeight w:val="287"/>
        </w:trPr>
        <w:tc>
          <w:tcPr>
            <w:tcW w:w="1808" w:type="dxa"/>
          </w:tcPr>
          <w:p w14:paraId="11BF01C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67B45E8C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37B821D" w14:textId="77777777" w:rsidTr="00B86104">
        <w:trPr>
          <w:trHeight w:val="287"/>
        </w:trPr>
        <w:tc>
          <w:tcPr>
            <w:tcW w:w="1808" w:type="dxa"/>
          </w:tcPr>
          <w:p w14:paraId="38DB5DE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52AF206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F547789" w14:textId="77777777" w:rsidTr="00B86104">
        <w:trPr>
          <w:trHeight w:val="287"/>
        </w:trPr>
        <w:tc>
          <w:tcPr>
            <w:tcW w:w="1808" w:type="dxa"/>
          </w:tcPr>
          <w:p w14:paraId="543B52D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02E53CA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8712315" w14:textId="77777777" w:rsidTr="00B86104">
        <w:trPr>
          <w:trHeight w:val="287"/>
        </w:trPr>
        <w:tc>
          <w:tcPr>
            <w:tcW w:w="1808" w:type="dxa"/>
          </w:tcPr>
          <w:p w14:paraId="567A845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35339F4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575F1A05" w14:textId="77777777" w:rsidTr="00B86104">
        <w:trPr>
          <w:trHeight w:val="287"/>
        </w:trPr>
        <w:tc>
          <w:tcPr>
            <w:tcW w:w="1808" w:type="dxa"/>
          </w:tcPr>
          <w:p w14:paraId="475BA56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21E488C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9C06B81" w14:textId="77777777" w:rsidTr="00B86104">
        <w:trPr>
          <w:trHeight w:val="535"/>
        </w:trPr>
        <w:tc>
          <w:tcPr>
            <w:tcW w:w="1808" w:type="dxa"/>
          </w:tcPr>
          <w:p w14:paraId="76761DB6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2C5EBE8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78F56C43" w14:textId="77777777" w:rsidTr="00B86104">
        <w:trPr>
          <w:trHeight w:val="255"/>
        </w:trPr>
        <w:tc>
          <w:tcPr>
            <w:tcW w:w="1808" w:type="dxa"/>
          </w:tcPr>
          <w:p w14:paraId="75E9169E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0A1594AD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5B5B3ECA" w14:textId="77777777" w:rsidTr="00B86104">
        <w:trPr>
          <w:trHeight w:val="287"/>
        </w:trPr>
        <w:tc>
          <w:tcPr>
            <w:tcW w:w="1808" w:type="dxa"/>
          </w:tcPr>
          <w:p w14:paraId="7A47481D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1BA6717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A5024EE" w14:textId="77777777" w:rsidTr="00B86104">
        <w:trPr>
          <w:trHeight w:val="287"/>
        </w:trPr>
        <w:tc>
          <w:tcPr>
            <w:tcW w:w="1808" w:type="dxa"/>
          </w:tcPr>
          <w:p w14:paraId="5684A87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3A3EE7D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E6A03C0" w14:textId="77777777" w:rsidTr="00B86104">
        <w:trPr>
          <w:trHeight w:val="287"/>
        </w:trPr>
        <w:tc>
          <w:tcPr>
            <w:tcW w:w="1808" w:type="dxa"/>
          </w:tcPr>
          <w:p w14:paraId="0FA57670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59BD4E1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24A5E94" w14:textId="77777777" w:rsidTr="00B86104">
        <w:trPr>
          <w:trHeight w:val="287"/>
        </w:trPr>
        <w:tc>
          <w:tcPr>
            <w:tcW w:w="1808" w:type="dxa"/>
          </w:tcPr>
          <w:p w14:paraId="541EC174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Dinner</w:t>
            </w:r>
          </w:p>
        </w:tc>
        <w:tc>
          <w:tcPr>
            <w:tcW w:w="9062" w:type="dxa"/>
          </w:tcPr>
          <w:p w14:paraId="3AF05DC7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3F6FC83B" w14:textId="77777777" w:rsidTr="00B86104">
        <w:trPr>
          <w:trHeight w:val="287"/>
        </w:trPr>
        <w:tc>
          <w:tcPr>
            <w:tcW w:w="1808" w:type="dxa"/>
          </w:tcPr>
          <w:p w14:paraId="6A1B31F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Grains/Starches</w:t>
            </w:r>
          </w:p>
        </w:tc>
        <w:tc>
          <w:tcPr>
            <w:tcW w:w="9062" w:type="dxa"/>
          </w:tcPr>
          <w:p w14:paraId="30581D7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4F882A13" w14:textId="77777777" w:rsidTr="00B86104">
        <w:trPr>
          <w:trHeight w:val="287"/>
        </w:trPr>
        <w:tc>
          <w:tcPr>
            <w:tcW w:w="1808" w:type="dxa"/>
          </w:tcPr>
          <w:p w14:paraId="3E61636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Vegetables</w:t>
            </w:r>
          </w:p>
        </w:tc>
        <w:tc>
          <w:tcPr>
            <w:tcW w:w="9062" w:type="dxa"/>
          </w:tcPr>
          <w:p w14:paraId="392EB2A5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C8C4B2E" w14:textId="77777777" w:rsidTr="00B86104">
        <w:trPr>
          <w:trHeight w:val="287"/>
        </w:trPr>
        <w:tc>
          <w:tcPr>
            <w:tcW w:w="1808" w:type="dxa"/>
          </w:tcPr>
          <w:p w14:paraId="35C2F55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Fruits</w:t>
            </w:r>
          </w:p>
        </w:tc>
        <w:tc>
          <w:tcPr>
            <w:tcW w:w="9062" w:type="dxa"/>
          </w:tcPr>
          <w:p w14:paraId="134AEDAA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28EA283B" w14:textId="77777777" w:rsidTr="00B86104">
        <w:trPr>
          <w:trHeight w:val="287"/>
        </w:trPr>
        <w:tc>
          <w:tcPr>
            <w:tcW w:w="1808" w:type="dxa"/>
          </w:tcPr>
          <w:p w14:paraId="6D2CF4EE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Dairy</w:t>
            </w:r>
          </w:p>
        </w:tc>
        <w:tc>
          <w:tcPr>
            <w:tcW w:w="9062" w:type="dxa"/>
          </w:tcPr>
          <w:p w14:paraId="70BD4AC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8AEE865" w14:textId="77777777" w:rsidTr="00B86104">
        <w:trPr>
          <w:trHeight w:val="287"/>
        </w:trPr>
        <w:tc>
          <w:tcPr>
            <w:tcW w:w="1808" w:type="dxa"/>
          </w:tcPr>
          <w:p w14:paraId="3A162FFB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Protein</w:t>
            </w:r>
          </w:p>
        </w:tc>
        <w:tc>
          <w:tcPr>
            <w:tcW w:w="9062" w:type="dxa"/>
          </w:tcPr>
          <w:p w14:paraId="003B942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A318592" w14:textId="77777777" w:rsidTr="00B86104">
        <w:trPr>
          <w:trHeight w:val="287"/>
        </w:trPr>
        <w:tc>
          <w:tcPr>
            <w:tcW w:w="1808" w:type="dxa"/>
          </w:tcPr>
          <w:p w14:paraId="391630D4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Fats/Sweets</w:t>
            </w:r>
          </w:p>
        </w:tc>
        <w:tc>
          <w:tcPr>
            <w:tcW w:w="9062" w:type="dxa"/>
          </w:tcPr>
          <w:p w14:paraId="235BF77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733F585D" w14:textId="77777777" w:rsidTr="00B86104">
        <w:trPr>
          <w:trHeight w:val="287"/>
        </w:trPr>
        <w:tc>
          <w:tcPr>
            <w:tcW w:w="1808" w:type="dxa"/>
          </w:tcPr>
          <w:p w14:paraId="78DDF6BF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Beverages</w:t>
            </w:r>
          </w:p>
        </w:tc>
        <w:tc>
          <w:tcPr>
            <w:tcW w:w="9062" w:type="dxa"/>
          </w:tcPr>
          <w:p w14:paraId="764FECE1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3537C674" w14:textId="77777777" w:rsidTr="00B86104">
        <w:trPr>
          <w:trHeight w:val="535"/>
        </w:trPr>
        <w:tc>
          <w:tcPr>
            <w:tcW w:w="1808" w:type="dxa"/>
          </w:tcPr>
          <w:p w14:paraId="602DE5E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B86104">
              <w:rPr>
                <w:rFonts w:ascii="Cambria" w:hAnsi="Cambria"/>
                <w:color w:val="000000"/>
              </w:rPr>
              <w:t>Comments</w:t>
            </w:r>
          </w:p>
        </w:tc>
        <w:tc>
          <w:tcPr>
            <w:tcW w:w="9062" w:type="dxa"/>
          </w:tcPr>
          <w:p w14:paraId="5BD92A47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B86104" w14:paraId="24A10C38" w14:textId="77777777" w:rsidTr="00B86104">
        <w:trPr>
          <w:trHeight w:val="287"/>
        </w:trPr>
        <w:tc>
          <w:tcPr>
            <w:tcW w:w="1808" w:type="dxa"/>
          </w:tcPr>
          <w:p w14:paraId="37C50FC1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  <w:r w:rsidRPr="00B86104">
              <w:rPr>
                <w:color w:val="FFFFFF"/>
              </w:rPr>
              <w:t>Snack</w:t>
            </w:r>
          </w:p>
        </w:tc>
        <w:tc>
          <w:tcPr>
            <w:tcW w:w="9062" w:type="dxa"/>
          </w:tcPr>
          <w:p w14:paraId="1DFA411F" w14:textId="77777777" w:rsidR="00B86104" w:rsidRPr="00B86104" w:rsidRDefault="00B86104" w:rsidP="00B86104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B86104" w:rsidRPr="0000560C" w14:paraId="1182AD20" w14:textId="77777777" w:rsidTr="00B86104">
        <w:trPr>
          <w:trHeight w:val="287"/>
        </w:trPr>
        <w:tc>
          <w:tcPr>
            <w:tcW w:w="1808" w:type="dxa"/>
          </w:tcPr>
          <w:p w14:paraId="515E7E8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31291E7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0AB6C60B" w14:textId="77777777" w:rsidTr="00B86104">
        <w:trPr>
          <w:trHeight w:val="287"/>
        </w:trPr>
        <w:tc>
          <w:tcPr>
            <w:tcW w:w="1808" w:type="dxa"/>
          </w:tcPr>
          <w:p w14:paraId="5D385BB2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5622A8E9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B86104" w:rsidRPr="0000560C" w14:paraId="1A112896" w14:textId="77777777" w:rsidTr="00B86104">
        <w:trPr>
          <w:trHeight w:val="319"/>
        </w:trPr>
        <w:tc>
          <w:tcPr>
            <w:tcW w:w="1808" w:type="dxa"/>
          </w:tcPr>
          <w:p w14:paraId="20D84DD8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  <w:tc>
          <w:tcPr>
            <w:tcW w:w="9062" w:type="dxa"/>
          </w:tcPr>
          <w:p w14:paraId="252F13A3" w14:textId="77777777" w:rsidR="00B86104" w:rsidRPr="00B86104" w:rsidRDefault="00B86104" w:rsidP="00B86104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</w:tbl>
    <w:p w14:paraId="1F4ECA33" w14:textId="77777777" w:rsidR="00B86104" w:rsidRDefault="00B86104" w:rsidP="00B86104">
      <w:pPr>
        <w:ind w:left="0"/>
      </w:pPr>
    </w:p>
    <w:p w14:paraId="2CAFD9D9" w14:textId="77777777" w:rsidR="00B86104" w:rsidRDefault="00B86104" w:rsidP="00B86104">
      <w:pPr>
        <w:ind w:left="0"/>
      </w:pPr>
      <w:r>
        <w:t>Download more templates at www.dotxls.org</w:t>
      </w:r>
    </w:p>
    <w:p w14:paraId="71453312" w14:textId="77777777" w:rsidR="00B86104" w:rsidRDefault="00B86104" w:rsidP="00B86104">
      <w:pPr>
        <w:ind w:left="0"/>
      </w:pPr>
    </w:p>
    <w:p w14:paraId="06C52032" w14:textId="77777777" w:rsidR="00B86104" w:rsidRDefault="00B86104" w:rsidP="00B86104">
      <w:pPr>
        <w:ind w:left="0"/>
      </w:pPr>
    </w:p>
    <w:p w14:paraId="5370CBF2" w14:textId="77777777" w:rsidR="00B86104" w:rsidRDefault="00B86104" w:rsidP="00B86104">
      <w:pPr>
        <w:ind w:left="0"/>
      </w:pPr>
    </w:p>
    <w:p w14:paraId="294CDC15" w14:textId="77777777" w:rsidR="00B86104" w:rsidRDefault="00B86104" w:rsidP="00B86104">
      <w:pPr>
        <w:ind w:left="0"/>
      </w:pPr>
    </w:p>
    <w:p w14:paraId="04A3CAF4" w14:textId="77777777" w:rsidR="00B86104" w:rsidRDefault="00B86104">
      <w:pPr>
        <w:ind w:left="0"/>
      </w:pPr>
    </w:p>
    <w:sectPr w:rsidR="00B86104" w:rsidSect="003133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104"/>
    <w:rsid w:val="0000560C"/>
    <w:rsid w:val="003133DE"/>
    <w:rsid w:val="007A121E"/>
    <w:rsid w:val="009975AD"/>
    <w:rsid w:val="00B86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88818C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3DE"/>
    <w:pPr>
      <w:spacing w:before="20" w:after="20" w:line="276" w:lineRule="auto"/>
      <w:ind w:left="72" w:right="72"/>
    </w:pPr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33DE"/>
    <w:pPr>
      <w:keepNext/>
      <w:keepLines/>
      <w:spacing w:after="240"/>
      <w:outlineLvl w:val="0"/>
    </w:pPr>
    <w:rPr>
      <w:rFonts w:ascii="Century Gothic" w:hAnsi="Century Gothic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3DE"/>
    <w:pPr>
      <w:keepNext/>
      <w:keepLines/>
      <w:spacing w:before="40" w:after="0" w:line="240" w:lineRule="auto"/>
      <w:outlineLvl w:val="1"/>
    </w:pPr>
    <w:rPr>
      <w:rFonts w:ascii="Century Gothic" w:hAnsi="Century Gothic"/>
      <w:b/>
      <w:bCs/>
      <w:color w:val="5B9BD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33DE"/>
    <w:pPr>
      <w:outlineLvl w:val="2"/>
    </w:pPr>
    <w:rPr>
      <w:rFonts w:ascii="Century Gothic" w:hAnsi="Century Gothic"/>
      <w:b/>
      <w:bCs/>
      <w:color w:val="ED7D3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133DE"/>
    <w:pPr>
      <w:keepNext/>
      <w:keepLines/>
      <w:spacing w:before="40" w:after="0"/>
      <w:outlineLvl w:val="3"/>
    </w:pPr>
    <w:rPr>
      <w:rFonts w:ascii="Century Gothic" w:hAnsi="Century Gothic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133DE"/>
    <w:rPr>
      <w:rFonts w:ascii="Century Gothic" w:eastAsia="Times New Roman" w:hAnsi="Century Gothic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133DE"/>
    <w:rPr>
      <w:rFonts w:ascii="Century Gothic" w:eastAsia="Times New Roman" w:hAnsi="Century Gothic" w:cs="Times New Roman"/>
      <w:b/>
      <w:bCs/>
      <w:color w:val="5B9BD5"/>
    </w:rPr>
  </w:style>
  <w:style w:type="character" w:customStyle="1" w:styleId="Heading3Char">
    <w:name w:val="Heading 3 Char"/>
    <w:basedOn w:val="DefaultParagraphFont"/>
    <w:link w:val="Heading3"/>
    <w:uiPriority w:val="9"/>
    <w:rsid w:val="003133DE"/>
    <w:rPr>
      <w:rFonts w:ascii="Century Gothic" w:eastAsia="Times New Roman" w:hAnsi="Century Gothic" w:cs="Times New Roman"/>
      <w:b/>
      <w:bCs/>
      <w:color w:val="ED7D3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33DE"/>
    <w:rPr>
      <w:rFonts w:ascii="Century Gothic" w:eastAsia="Times New Roman" w:hAnsi="Century Gothic" w:cs="Times New Roman"/>
      <w:i/>
      <w:iCs/>
      <w:color w:val="2E74B5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133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60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60C"/>
    <w:rPr>
      <w:rFonts w:ascii="Tahoma" w:hAnsi="Tahoma" w:cs="Tahoma"/>
      <w:sz w:val="16"/>
      <w:szCs w:val="16"/>
    </w:rPr>
  </w:style>
  <w:style w:type="table" w:styleId="MediumList2-Accent1">
    <w:name w:val="Medium List 2 Accent 1"/>
    <w:basedOn w:val="TableNormal"/>
    <w:uiPriority w:val="66"/>
    <w:rsid w:val="00B86104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86104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\AppData\Local\Temp\Rar$DIa0.266\Daily%20Food%20Dia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810C5A5-7C6E-46A7-8CFE-1CE2E9B3E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Daily Food Diary</Template>
  <TotalTime>2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</dc:creator>
  <cp:lastModifiedBy>Home</cp:lastModifiedBy>
  <cp:revision>2</cp:revision>
  <dcterms:created xsi:type="dcterms:W3CDTF">2019-11-14T06:34:00Z</dcterms:created>
  <dcterms:modified xsi:type="dcterms:W3CDTF">2019-11-14T06:34:00Z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TC034630679991</vt:lpwstr>
  </property>
</Properties>
</file>